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B9" w:rsidRDefault="00587FB9">
      <w:pPr>
        <w:pStyle w:val="ConsPlusNormal"/>
        <w:ind w:firstLine="540"/>
        <w:jc w:val="both"/>
        <w:outlineLvl w:val="0"/>
      </w:pPr>
    </w:p>
    <w:p w:rsidR="00587FB9" w:rsidRDefault="00587FB9">
      <w:pPr>
        <w:pStyle w:val="ConsPlusNormal"/>
        <w:jc w:val="right"/>
        <w:outlineLvl w:val="0"/>
      </w:pPr>
    </w:p>
    <w:p w:rsidR="00587FB9" w:rsidRDefault="00587FB9">
      <w:pPr>
        <w:pStyle w:val="ConsPlusNormal"/>
        <w:jc w:val="right"/>
        <w:outlineLvl w:val="0"/>
      </w:pPr>
    </w:p>
    <w:p w:rsidR="00587FB9" w:rsidRPr="00D4749C" w:rsidRDefault="00587F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87FB9" w:rsidRPr="003D1C9B" w:rsidRDefault="00587FB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2"/>
      <w:bookmarkEnd w:id="0"/>
      <w:r w:rsidRPr="003D1C9B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бюджетной, налоговой и долговой политики</w:t>
      </w:r>
    </w:p>
    <w:p w:rsidR="00587FB9" w:rsidRPr="003D1C9B" w:rsidRDefault="00587FB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C9B">
        <w:rPr>
          <w:rFonts w:ascii="Times New Roman" w:hAnsi="Times New Roman" w:cs="Times New Roman"/>
          <w:b/>
          <w:sz w:val="28"/>
          <w:szCs w:val="28"/>
        </w:rPr>
        <w:t xml:space="preserve"> на 2019 год и на плановый период 2020 и 2021 годов</w:t>
      </w:r>
    </w:p>
    <w:p w:rsidR="00587FB9" w:rsidRPr="00D4749C" w:rsidRDefault="00587FB9">
      <w:pPr>
        <w:pStyle w:val="ConsPlusNormal"/>
        <w:ind w:firstLine="540"/>
        <w:jc w:val="both"/>
        <w:rPr>
          <w:b/>
        </w:rPr>
      </w:pPr>
    </w:p>
    <w:p w:rsidR="00587FB9" w:rsidRDefault="00587FB9" w:rsidP="00F26B1C">
      <w:pPr>
        <w:pStyle w:val="Default"/>
      </w:pPr>
    </w:p>
    <w:p w:rsidR="00587FB9" w:rsidRPr="007076C7" w:rsidRDefault="00587FB9" w:rsidP="007076C7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7076C7">
        <w:rPr>
          <w:rFonts w:ascii="Times New Roman" w:hAnsi="Times New Roman" w:cs="Times New Roman"/>
          <w:sz w:val="24"/>
          <w:szCs w:val="24"/>
        </w:rPr>
        <w:t>Основные направления бюджетной, налоговой и долговой политики Хохольского городского поселения на 2019 год и плановый период 2020 и 2021 годов определены в соответствии с Бюджетным кодексом Российской Федерации, Посланием Президента Российской Федерации Федеральному собранию от 01.03.2018,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Указа Президента Российской Федерации от 7 мая 2012 года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государственной программой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 445, Основными направлениями бюджетной и налоговой политики Российской Федерации на очередной финансовый год и на плановый период, Стратегии социально-экономического развития Хохольского городского поселения на 2017 - 2022 годы, нормативно-правовых актов Воронежской области и Хохольского муниципального района, со статьей 40 Положения о бюджетном процессе в Хохольском городском поселении, принятого решением СНД Хохольского городского поселения от 13.11.2015 N 43, а также с учетом реализации бюджетной политики и налоговой политики на 2018 год.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Хохольского городского поселения на среднесрочную перспективу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повышение качества жизни населения Хохольского городского поселения за счет создания условий для обеспечения граждан доступными и качественными муниципальными услугами и обеспечения социальной защищенности.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Целью Основных направлений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</w:t>
      </w:r>
      <w:r w:rsidRPr="00D4749C">
        <w:rPr>
          <w:rFonts w:ascii="Times New Roman" w:hAnsi="Times New Roman" w:cs="Times New Roman"/>
          <w:sz w:val="24"/>
          <w:szCs w:val="24"/>
        </w:rPr>
        <w:t xml:space="preserve"> является определение условий, используемых при составлении проекта бюджета Хохольск</w:t>
      </w:r>
      <w:r>
        <w:rPr>
          <w:rFonts w:ascii="Times New Roman" w:hAnsi="Times New Roman" w:cs="Times New Roman"/>
          <w:sz w:val="24"/>
          <w:szCs w:val="24"/>
        </w:rPr>
        <w:t>ого городского поселения на 2019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 и 2021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годов, подходов к его формированию, основных характеристик и прогнозируемых параметров до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года, а также обеспечение прозрачности и открытости бюджетного планирования.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1. Основные задачи </w:t>
      </w:r>
      <w:r>
        <w:rPr>
          <w:rFonts w:ascii="Times New Roman" w:hAnsi="Times New Roman" w:cs="Times New Roman"/>
          <w:sz w:val="24"/>
          <w:szCs w:val="24"/>
        </w:rPr>
        <w:t xml:space="preserve">бюджетной, налоговой и долговой политики </w:t>
      </w:r>
      <w:r w:rsidRPr="00D4749C">
        <w:rPr>
          <w:rFonts w:ascii="Times New Roman" w:hAnsi="Times New Roman" w:cs="Times New Roman"/>
          <w:sz w:val="24"/>
          <w:szCs w:val="24"/>
        </w:rPr>
        <w:t>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Исходя из текущей экономической ситуации и задач, поставленных Президентом Российской Федерации, Правительством Российской Федерации и Правительством Воронежской области,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 будет направлена на: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сбалансированности и долгосрочной устойчивости бюджета Хохольского городского поселения 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качества бюджетного планирования путем последовательного перехода на долгосрочное планирование;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потребности граждан в муниципальных услугах, повышение их доступности и качества;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оптимизацию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применения системы нормирования закупок;</w:t>
      </w:r>
    </w:p>
    <w:p w:rsidR="00587FB9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реализацию приоритетных направлений социально-экономического развития, установленных Указами Президента Российской Федерации от 07 мая 2012 года, а также адресное решение социальных проблем;</w:t>
      </w:r>
    </w:p>
    <w:p w:rsidR="00587FB9" w:rsidRPr="00BE76BC" w:rsidRDefault="00587FB9" w:rsidP="00BE76B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E76BC">
        <w:rPr>
          <w:rFonts w:ascii="Times New Roman" w:hAnsi="Times New Roman"/>
          <w:sz w:val="24"/>
          <w:szCs w:val="24"/>
        </w:rPr>
        <w:t xml:space="preserve">индексации с 1 </w:t>
      </w:r>
      <w:r>
        <w:rPr>
          <w:rFonts w:ascii="Times New Roman" w:hAnsi="Times New Roman"/>
          <w:sz w:val="24"/>
          <w:szCs w:val="24"/>
        </w:rPr>
        <w:t>октября</w:t>
      </w:r>
      <w:r w:rsidRPr="00BE76BC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BE76BC">
        <w:rPr>
          <w:rFonts w:ascii="Times New Roman" w:hAnsi="Times New Roman"/>
          <w:sz w:val="24"/>
          <w:szCs w:val="24"/>
        </w:rPr>
        <w:t xml:space="preserve">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587FB9" w:rsidRPr="00D4749C" w:rsidRDefault="00587FB9" w:rsidP="00BE76B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E76BC">
        <w:rPr>
          <w:rFonts w:ascii="Times New Roman" w:hAnsi="Times New Roman"/>
          <w:sz w:val="24"/>
          <w:szCs w:val="24"/>
        </w:rPr>
        <w:t>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качества финансового контроля в управлении бюджетным процессом, в том числе внутреннего финансового контроля и внутреннего финансового контроля;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реализацию принципов открытости и прозрачности управления муниципальными финансами;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проведение взвешенной долговой политики;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совершенствование и дальнейшее развитие программно-целевых инструментов бюджетного планирования, внедрение механизмов проектного управления;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качества и доступности информации о бюджете для граждан;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поддержку и стимулирование предпринимательской и инвестиционной активности хозяйствующих субъектов, ведущих экономическую деятельность на территории поселения в целях получения необходимого объема доходов в бюджет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>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формирование условий для развития механизмов муниципально-частного партнерства, расширения практики заключения концессионных соглашений, передачи части объектов социальной инфраструктуры в управление негосударственным организациям, а также оказания негосударственными организациями отдельных видов услуг, предоставляемых муниципальными учреждениями.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доходов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Хохольского городского поселения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 в области доходов будет выстраиваться с учетом реализации изменений федерального законодательства, законодательства Воронежской области, муниципальных правовых актов Хохольского городского поселения 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Хохольского городского поселения будет направлена на обеспечение поступления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запланированных объемах за счет: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обеспечения качественного администрирования доходов участниками бюджетного процесса;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активизации работы в части актуализации базы данных, необходимой для начисления имущественных налогов, и расширения налогооблагаемой базы по ним;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проведения экономического анализа финансово-хозяйственной деятельности муниципальных предприятий, разработки мероприятий по повышению эффективности их работы;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повышения эффективности управления муниципальной собственностью;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проведения мероприятий по развитию застроенных территорий;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сохранения и развития налогового потенциала на территории поселения;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мобилизации доходов бюджета поселения за счет эффективного администрирования местных налогов и минимизации задолженности по налогам, поступающим в бюджет поселения;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применения на территории поселения налога на имущество физических лиц, исчисляемого от кадастровой стоимости объектов налогообложения;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</w:t>
      </w:r>
      <w:r w:rsidRPr="00D4749C">
        <w:rPr>
          <w:rFonts w:ascii="Times New Roman" w:hAnsi="Times New Roman" w:cs="Times New Roman"/>
          <w:sz w:val="24"/>
          <w:szCs w:val="24"/>
        </w:rPr>
        <w:t xml:space="preserve"> с учетом оптимизации налоговых льгот по местным налогам на основе проведения оценки эффективности их предоставления.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В среднесрочном периоде будет продолжена работа по совершенствованию муниципальных правовых актов о налогах, принятых органами местного самоуправления, с учетом изменений федерального законодательства.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>, проводимая органами местного самоуправления Хохольского городского поселения, будет обеспечивать стабильность системы налогообложения и оптимальный уровень налоговой нагрузки для юридических и физических лиц, с учетом изменений федерального законодательства.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 учетом значительной доли льгот по местным налогам, предоставленных в соответствии с федеральным законодательством, во избежание роста выпадающих доходов бюджета поселения налоговая политика в плановом периоде будет предусматривать ограничение предоставления новых налоговых льгот. Ежегодно будет проводиться анализ эффективности установленных налоговых льгот. В случае планируемого введения на федеральном уровне моратория на установление новых налоговых льгот, а также поэтапной отмены уже установленных льгот следует ожидать увеличения доли местных налогов в общем объеме доходов бюджета поселения.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В условиях существующей системы межбюджетных отношений при доминирующей тенденции перераспределения налоговых доходов в пользу вышестоящих бюджетов приоритетное значение будут иметь меры, направленные на повышение эффективности администрирования местных налогов и способствующие мобилизации доходов бюджета поселения. В целях развития налогооблагаемой базы во взаимодействии с Управлением Федеральной налоговой службы России по Воронежской области будет продолжена работа по инвентаризации и оценке потенциальной доходности территории поселения, привлечению пользователей земельными участками к оформлению прав на них в соответствии с действующим законодательством.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расходов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</w:t>
      </w:r>
      <w:r w:rsidRPr="00D47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годов планируется доработка и актуализация муниципальных программ, в том числе в части совершенствования системы индикаторов, усиления взаимосвязи со Стратегией социально-экономического развития Хохольского городского поселения 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расходов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определения основных параметров бюджета Хохольского городского поселения исходя из ожидаемого прогноза поступления доходов и допустимого уровня дефицита бюджета;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планирования бюджетных ассигнований на реализацию муниципальных программ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муниципальных программ;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увязки муниципальных заданий на оказание муниципальных услуг с целями муниципальных программ, усиление текущего контроля и ответственности за выполнением муниципальных заданий;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недопущения увеличения действующих и принятия новых расходных обязательств, не обеспеченных финансовыми источниками, а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участия, исходя из возможностей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>, в реализации приоритетных проектов (программ), государственных программах и мероприятиях, софинансируемых из федерального бюджета и бюджета Воронежской области;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повышения эффективности муниципального финансового контроля, усиления ведомственного финансового контроля в отношении муниципальных учреждений;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повышения эффективности контроля в сфере закупок для муниципальных нужд Хохольского городского поселения;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использования конкурентных способов отбора организаций для оказания муниципальных услуг, в том числе путем проведения конкурсов и аукционов, а также с использованием механизмов муниципально-частного партнерства.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В прогнозируемой ситуации ограниченности финансовых ресурсов приоритетными на 2018 - 2020 годы признаются бюджетные расходы на: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бесперебойного финансирования действующих расходных обязательств Хохольского городского поселения 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достижения к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году повышения заработной платы отдельным категориям работников социальной сферы, согласно утвержденным во исполнение Указов Президента Российской Федерации от 7 мая 2012 года "дорожным картам" развития отраслей социальной сферы;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участие в областных и федеральных программах;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реализацию мер социальной поддержки населения, в первую очередь исходя из адресности и нуждаемости граждан;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Осуществление бюджетных инвестиций в объекты капитального строительства будет производиться с учетом финансового обеспечения, в первую очередь, объектов, включенных в государственные программы и обеспеченные софинансированием из федерального и (или) областного бюджетов; объектов, по которым сложилась кредиторская задолженность по ранее принятым обязательствам. Средства на новые объекты будут планироваться с учетом их первостепенной важности и охвата населения, на которое они рассчитаны.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 решении задачи повышения заработной платы отдельным категориям работников социальной сферы, предусмотренных Указами Президента Российской Федерации от 7 мая 2012 года, будет учитываться привлечение высвободившихся средств от оптимизации сети учреждений социальной сферы, а также внебюджетные источники финансирования.</w:t>
      </w:r>
    </w:p>
    <w:p w:rsidR="00587FB9" w:rsidRDefault="00587FB9" w:rsidP="00484A0A">
      <w:pPr>
        <w:spacing w:after="0" w:line="240" w:lineRule="auto"/>
        <w:ind w:firstLine="720"/>
        <w:jc w:val="both"/>
        <w:rPr>
          <w:b/>
          <w:bCs/>
          <w:szCs w:val="28"/>
        </w:rPr>
      </w:pP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484A0A">
        <w:rPr>
          <w:rFonts w:ascii="Times New Roman" w:hAnsi="Times New Roman"/>
          <w:b/>
          <w:bCs/>
          <w:sz w:val="24"/>
          <w:szCs w:val="24"/>
        </w:rPr>
        <w:t>Основные характеристики бюджета поселения на 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484A0A">
        <w:rPr>
          <w:rFonts w:ascii="Times New Roman" w:hAnsi="Times New Roman"/>
          <w:b/>
          <w:bCs/>
          <w:sz w:val="24"/>
          <w:szCs w:val="24"/>
        </w:rPr>
        <w:t xml:space="preserve"> -202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484A0A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587FB9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1. Основные характеристики бюджета поселения на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и плановый период 20</w:t>
      </w:r>
      <w:r>
        <w:rPr>
          <w:rFonts w:ascii="Times New Roman" w:hAnsi="Times New Roman"/>
          <w:sz w:val="24"/>
          <w:szCs w:val="24"/>
        </w:rPr>
        <w:t>20 и 2021</w:t>
      </w:r>
      <w:r w:rsidRPr="00484A0A">
        <w:rPr>
          <w:rFonts w:ascii="Times New Roman" w:hAnsi="Times New Roman"/>
          <w:sz w:val="24"/>
          <w:szCs w:val="24"/>
        </w:rPr>
        <w:t xml:space="preserve"> годов, рассчитанные на основе основных параметров прогноза социально-экономического развития Хохольск</w:t>
      </w:r>
      <w:r>
        <w:rPr>
          <w:rFonts w:ascii="Times New Roman" w:hAnsi="Times New Roman"/>
          <w:sz w:val="24"/>
          <w:szCs w:val="24"/>
        </w:rPr>
        <w:t>ого городского поселения на 2018</w:t>
      </w:r>
      <w:r w:rsidRPr="00484A0A">
        <w:rPr>
          <w:rFonts w:ascii="Times New Roman" w:hAnsi="Times New Roman"/>
          <w:sz w:val="24"/>
          <w:szCs w:val="24"/>
          <w:lang w:val="en-US"/>
        </w:rPr>
        <w:t> </w:t>
      </w:r>
      <w:r w:rsidRPr="00484A0A">
        <w:rPr>
          <w:rFonts w:ascii="Times New Roman" w:hAnsi="Times New Roman"/>
          <w:sz w:val="24"/>
          <w:szCs w:val="24"/>
        </w:rPr>
        <w:t>год и на период до 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  <w:lang w:val="en-US"/>
        </w:rPr>
        <w:t> </w:t>
      </w:r>
      <w:r w:rsidRPr="00484A0A">
        <w:rPr>
          <w:rFonts w:ascii="Times New Roman" w:hAnsi="Times New Roman"/>
          <w:sz w:val="24"/>
          <w:szCs w:val="24"/>
        </w:rPr>
        <w:t>года, представлены в таблице.</w:t>
      </w:r>
    </w:p>
    <w:p w:rsidR="00587FB9" w:rsidRPr="00484A0A" w:rsidRDefault="00587FB9" w:rsidP="00484A0A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3"/>
        <w:gridCol w:w="1480"/>
        <w:gridCol w:w="1551"/>
        <w:gridCol w:w="1550"/>
        <w:gridCol w:w="1271"/>
      </w:tblGrid>
      <w:tr w:rsidR="00587FB9" w:rsidRPr="00484A0A" w:rsidTr="003E2760">
        <w:trPr>
          <w:trHeight w:val="841"/>
          <w:jc w:val="center"/>
        </w:trPr>
        <w:tc>
          <w:tcPr>
            <w:tcW w:w="4033" w:type="dxa"/>
            <w:vAlign w:val="center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РЕШЕНИЕ</w:t>
            </w:r>
          </w:p>
        </w:tc>
        <w:tc>
          <w:tcPr>
            <w:tcW w:w="1560" w:type="dxa"/>
            <w:vAlign w:val="center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2019 год</w:t>
            </w:r>
          </w:p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</w:p>
        </w:tc>
        <w:tc>
          <w:tcPr>
            <w:tcW w:w="1276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2020 год</w:t>
            </w:r>
          </w:p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</w:p>
        </w:tc>
      </w:tr>
    </w:tbl>
    <w:p w:rsidR="00587FB9" w:rsidRPr="00484A0A" w:rsidRDefault="00587FB9" w:rsidP="000D1042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2"/>
        <w:gridCol w:w="1417"/>
        <w:gridCol w:w="1560"/>
        <w:gridCol w:w="1559"/>
        <w:gridCol w:w="1241"/>
      </w:tblGrid>
      <w:tr w:rsidR="00587FB9" w:rsidRPr="00484A0A" w:rsidTr="003E2760">
        <w:trPr>
          <w:tblHeader/>
          <w:jc w:val="center"/>
        </w:trPr>
        <w:tc>
          <w:tcPr>
            <w:tcW w:w="4042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87FB9" w:rsidRPr="00484A0A" w:rsidTr="003E2760">
        <w:trPr>
          <w:jc w:val="center"/>
        </w:trPr>
        <w:tc>
          <w:tcPr>
            <w:tcW w:w="4042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1417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95856,6</w:t>
            </w:r>
          </w:p>
        </w:tc>
        <w:tc>
          <w:tcPr>
            <w:tcW w:w="1560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67088,0</w:t>
            </w:r>
          </w:p>
        </w:tc>
        <w:tc>
          <w:tcPr>
            <w:tcW w:w="1559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70541,0</w:t>
            </w:r>
          </w:p>
        </w:tc>
        <w:tc>
          <w:tcPr>
            <w:tcW w:w="1241" w:type="dxa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75809,0</w:t>
            </w:r>
          </w:p>
        </w:tc>
      </w:tr>
      <w:tr w:rsidR="00587FB9" w:rsidRPr="00484A0A" w:rsidTr="003E2760">
        <w:trPr>
          <w:jc w:val="center"/>
        </w:trPr>
        <w:tc>
          <w:tcPr>
            <w:tcW w:w="4042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417" w:type="dxa"/>
            <w:vAlign w:val="center"/>
          </w:tcPr>
          <w:p w:rsidR="00587FB9" w:rsidRPr="00484A0A" w:rsidRDefault="00587FB9" w:rsidP="000B45D0">
            <w:pPr>
              <w:pStyle w:val="NormalWeb"/>
              <w:spacing w:before="0" w:beforeAutospacing="0" w:after="0"/>
            </w:pPr>
          </w:p>
        </w:tc>
        <w:tc>
          <w:tcPr>
            <w:tcW w:w="1560" w:type="dxa"/>
            <w:vAlign w:val="center"/>
          </w:tcPr>
          <w:p w:rsidR="00587FB9" w:rsidRPr="00484A0A" w:rsidRDefault="00587FB9" w:rsidP="000B45D0">
            <w:pPr>
              <w:pStyle w:val="NormalWeb"/>
              <w:spacing w:before="0" w:beforeAutospacing="0" w:after="0"/>
            </w:pPr>
          </w:p>
        </w:tc>
        <w:tc>
          <w:tcPr>
            <w:tcW w:w="1559" w:type="dxa"/>
            <w:vAlign w:val="center"/>
          </w:tcPr>
          <w:p w:rsidR="00587FB9" w:rsidRPr="00484A0A" w:rsidRDefault="00587FB9" w:rsidP="000B45D0">
            <w:pPr>
              <w:pStyle w:val="NormalWeb"/>
              <w:spacing w:before="0" w:beforeAutospacing="0" w:after="0"/>
            </w:pPr>
          </w:p>
        </w:tc>
        <w:tc>
          <w:tcPr>
            <w:tcW w:w="1241" w:type="dxa"/>
          </w:tcPr>
          <w:p w:rsidR="00587FB9" w:rsidRPr="00484A0A" w:rsidRDefault="00587FB9" w:rsidP="000B45D0">
            <w:pPr>
              <w:pStyle w:val="NormalWeb"/>
              <w:spacing w:before="0" w:beforeAutospacing="0" w:after="0"/>
            </w:pPr>
          </w:p>
        </w:tc>
      </w:tr>
      <w:tr w:rsidR="00587FB9" w:rsidRPr="00484A0A" w:rsidTr="00D4241E">
        <w:trPr>
          <w:jc w:val="center"/>
        </w:trPr>
        <w:tc>
          <w:tcPr>
            <w:tcW w:w="4042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</w:t>
            </w:r>
          </w:p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56503,0</w:t>
            </w:r>
          </w:p>
        </w:tc>
        <w:tc>
          <w:tcPr>
            <w:tcW w:w="1560" w:type="dxa"/>
            <w:vAlign w:val="center"/>
          </w:tcPr>
          <w:p w:rsidR="00587FB9" w:rsidRPr="00484A0A" w:rsidRDefault="00587FB9" w:rsidP="00D42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59782,0</w:t>
            </w:r>
          </w:p>
        </w:tc>
        <w:tc>
          <w:tcPr>
            <w:tcW w:w="1559" w:type="dxa"/>
            <w:vAlign w:val="center"/>
          </w:tcPr>
          <w:p w:rsidR="00587FB9" w:rsidRPr="00484A0A" w:rsidRDefault="00587FB9" w:rsidP="00D42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64616,0</w:t>
            </w:r>
          </w:p>
        </w:tc>
        <w:tc>
          <w:tcPr>
            <w:tcW w:w="1241" w:type="dxa"/>
            <w:vAlign w:val="center"/>
          </w:tcPr>
          <w:p w:rsidR="00587FB9" w:rsidRPr="00484A0A" w:rsidRDefault="00587FB9" w:rsidP="00D42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69679,0</w:t>
            </w:r>
          </w:p>
        </w:tc>
      </w:tr>
      <w:tr w:rsidR="00587FB9" w:rsidRPr="00484A0A" w:rsidTr="003E2760">
        <w:trPr>
          <w:jc w:val="center"/>
        </w:trPr>
        <w:tc>
          <w:tcPr>
            <w:tcW w:w="4042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Неналоговые</w:t>
            </w:r>
          </w:p>
        </w:tc>
        <w:tc>
          <w:tcPr>
            <w:tcW w:w="1417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10263,4</w:t>
            </w:r>
          </w:p>
        </w:tc>
        <w:tc>
          <w:tcPr>
            <w:tcW w:w="1560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4314,0</w:t>
            </w:r>
          </w:p>
        </w:tc>
        <w:tc>
          <w:tcPr>
            <w:tcW w:w="1559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4395,0</w:t>
            </w:r>
          </w:p>
        </w:tc>
        <w:tc>
          <w:tcPr>
            <w:tcW w:w="1241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4537,0</w:t>
            </w:r>
          </w:p>
        </w:tc>
      </w:tr>
      <w:tr w:rsidR="00587FB9" w:rsidRPr="00484A0A" w:rsidTr="000D2617">
        <w:trPr>
          <w:jc w:val="center"/>
        </w:trPr>
        <w:tc>
          <w:tcPr>
            <w:tcW w:w="4042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 xml:space="preserve">Безвозмездные перечисления </w:t>
            </w:r>
          </w:p>
        </w:tc>
        <w:tc>
          <w:tcPr>
            <w:tcW w:w="1417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28843,9</w:t>
            </w:r>
          </w:p>
        </w:tc>
        <w:tc>
          <w:tcPr>
            <w:tcW w:w="1560" w:type="dxa"/>
            <w:vAlign w:val="center"/>
          </w:tcPr>
          <w:p w:rsidR="00587FB9" w:rsidRPr="00484A0A" w:rsidRDefault="00587FB9" w:rsidP="00A321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2992,0</w:t>
            </w:r>
          </w:p>
        </w:tc>
        <w:tc>
          <w:tcPr>
            <w:tcW w:w="1559" w:type="dxa"/>
            <w:vAlign w:val="center"/>
          </w:tcPr>
          <w:p w:rsidR="00587FB9" w:rsidRPr="00484A0A" w:rsidRDefault="00587FB9" w:rsidP="00A321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1530,0</w:t>
            </w:r>
          </w:p>
        </w:tc>
        <w:tc>
          <w:tcPr>
            <w:tcW w:w="1241" w:type="dxa"/>
          </w:tcPr>
          <w:p w:rsidR="00587FB9" w:rsidRPr="00484A0A" w:rsidRDefault="00587FB9" w:rsidP="00A321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1593,0</w:t>
            </w:r>
          </w:p>
        </w:tc>
      </w:tr>
      <w:tr w:rsidR="00587FB9" w:rsidRPr="00484A0A" w:rsidTr="003E2760">
        <w:trPr>
          <w:trHeight w:val="349"/>
          <w:jc w:val="center"/>
        </w:trPr>
        <w:tc>
          <w:tcPr>
            <w:tcW w:w="4042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vAlign w:val="center"/>
          </w:tcPr>
          <w:p w:rsidR="00587FB9" w:rsidRPr="00484A0A" w:rsidRDefault="00587FB9" w:rsidP="00080E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246,4</w:t>
            </w:r>
          </w:p>
        </w:tc>
        <w:tc>
          <w:tcPr>
            <w:tcW w:w="1560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587FB9" w:rsidRPr="00484A0A" w:rsidRDefault="00587FB9" w:rsidP="000B4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FB9" w:rsidRPr="00484A0A" w:rsidTr="003E2760">
        <w:trPr>
          <w:jc w:val="center"/>
        </w:trPr>
        <w:tc>
          <w:tcPr>
            <w:tcW w:w="4042" w:type="dxa"/>
          </w:tcPr>
          <w:p w:rsidR="00587FB9" w:rsidRPr="00484A0A" w:rsidRDefault="00587FB9" w:rsidP="00944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Расходы, всего</w:t>
            </w:r>
          </w:p>
        </w:tc>
        <w:tc>
          <w:tcPr>
            <w:tcW w:w="1417" w:type="dxa"/>
            <w:vAlign w:val="center"/>
          </w:tcPr>
          <w:p w:rsidR="00587FB9" w:rsidRPr="00484A0A" w:rsidRDefault="00587FB9" w:rsidP="00944A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96531,1</w:t>
            </w:r>
          </w:p>
        </w:tc>
        <w:tc>
          <w:tcPr>
            <w:tcW w:w="1560" w:type="dxa"/>
            <w:vAlign w:val="center"/>
          </w:tcPr>
          <w:p w:rsidR="00587FB9" w:rsidRPr="00484A0A" w:rsidRDefault="00587FB9" w:rsidP="00944A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67088,0</w:t>
            </w:r>
          </w:p>
        </w:tc>
        <w:tc>
          <w:tcPr>
            <w:tcW w:w="1559" w:type="dxa"/>
            <w:vAlign w:val="center"/>
          </w:tcPr>
          <w:p w:rsidR="00587FB9" w:rsidRPr="00484A0A" w:rsidRDefault="00587FB9" w:rsidP="00944A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70541,0</w:t>
            </w:r>
          </w:p>
        </w:tc>
        <w:tc>
          <w:tcPr>
            <w:tcW w:w="1241" w:type="dxa"/>
          </w:tcPr>
          <w:p w:rsidR="00587FB9" w:rsidRPr="00484A0A" w:rsidRDefault="00587FB9" w:rsidP="00944A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75809,0</w:t>
            </w:r>
          </w:p>
        </w:tc>
      </w:tr>
      <w:tr w:rsidR="00587FB9" w:rsidRPr="00484A0A" w:rsidTr="003E2760">
        <w:trPr>
          <w:jc w:val="center"/>
        </w:trPr>
        <w:tc>
          <w:tcPr>
            <w:tcW w:w="4042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Дефицит (-)</w:t>
            </w:r>
          </w:p>
        </w:tc>
        <w:tc>
          <w:tcPr>
            <w:tcW w:w="1417" w:type="dxa"/>
            <w:vAlign w:val="bottom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-674,4</w:t>
            </w:r>
          </w:p>
        </w:tc>
        <w:tc>
          <w:tcPr>
            <w:tcW w:w="1560" w:type="dxa"/>
            <w:vAlign w:val="bottom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vAlign w:val="bottom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87FB9" w:rsidRPr="00484A0A" w:rsidTr="003E2760">
        <w:trPr>
          <w:jc w:val="center"/>
        </w:trPr>
        <w:tc>
          <w:tcPr>
            <w:tcW w:w="4042" w:type="dxa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Размер дефицита (%)</w:t>
            </w:r>
          </w:p>
        </w:tc>
        <w:tc>
          <w:tcPr>
            <w:tcW w:w="1417" w:type="dxa"/>
            <w:vAlign w:val="bottom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vAlign w:val="bottom"/>
          </w:tcPr>
          <w:p w:rsidR="00587FB9" w:rsidRPr="00484A0A" w:rsidRDefault="00587FB9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Проект местного бюджета на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годов, будет также сформирован в разрезе муниципальных программ, что предполагает увязку бюджетных ассигнований и конкретных мероприятий, направленных на достижение приоритетных целей социально-экономического развития. Это повысит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эффективности.</w:t>
      </w: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Доля расходов местного бюджета, включенных в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году в муниципальные программы, в общем объеме расходов составит  100%. Непрограммные мероприятия не предусматриваются.</w:t>
      </w: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В качестве  «базовых» объемов бюджетных ассигнований на 201</w:t>
      </w:r>
      <w:r>
        <w:rPr>
          <w:rFonts w:ascii="Times New Roman" w:hAnsi="Times New Roman"/>
          <w:sz w:val="24"/>
          <w:szCs w:val="24"/>
        </w:rPr>
        <w:t>9-2021</w:t>
      </w:r>
      <w:r w:rsidRPr="00484A0A">
        <w:rPr>
          <w:rFonts w:ascii="Times New Roman" w:hAnsi="Times New Roman"/>
          <w:sz w:val="24"/>
          <w:szCs w:val="24"/>
        </w:rPr>
        <w:t xml:space="preserve"> годы приняты бюджетные ассигнования, утвержденные решением Совета народных депутатов от </w:t>
      </w:r>
      <w:r>
        <w:rPr>
          <w:rFonts w:ascii="Times New Roman" w:hAnsi="Times New Roman"/>
          <w:sz w:val="24"/>
          <w:szCs w:val="24"/>
        </w:rPr>
        <w:t>22</w:t>
      </w:r>
      <w:r w:rsidRPr="00484A0A">
        <w:rPr>
          <w:rFonts w:ascii="Times New Roman" w:hAnsi="Times New Roman"/>
          <w:sz w:val="24"/>
          <w:szCs w:val="24"/>
        </w:rPr>
        <w:t>.12.201</w:t>
      </w:r>
      <w:r>
        <w:rPr>
          <w:rFonts w:ascii="Times New Roman" w:hAnsi="Times New Roman"/>
          <w:sz w:val="24"/>
          <w:szCs w:val="24"/>
        </w:rPr>
        <w:t>7</w:t>
      </w:r>
      <w:r w:rsidRPr="00484A0A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70</w:t>
      </w:r>
      <w:r w:rsidRPr="00484A0A">
        <w:rPr>
          <w:rFonts w:ascii="Times New Roman" w:hAnsi="Times New Roman"/>
          <w:sz w:val="24"/>
          <w:szCs w:val="24"/>
        </w:rPr>
        <w:t xml:space="preserve"> «О бюджете Хохольского городского поселения на 201</w:t>
      </w:r>
      <w:r>
        <w:rPr>
          <w:rFonts w:ascii="Times New Roman" w:hAnsi="Times New Roman"/>
          <w:sz w:val="24"/>
          <w:szCs w:val="24"/>
        </w:rPr>
        <w:t>8</w:t>
      </w:r>
      <w:r w:rsidRPr="00484A0A">
        <w:rPr>
          <w:rFonts w:ascii="Times New Roman" w:hAnsi="Times New Roman"/>
          <w:sz w:val="24"/>
          <w:szCs w:val="24"/>
        </w:rPr>
        <w:t xml:space="preserve"> год  и плановый период 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годов», базовые объемы 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года приняты равными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году.</w:t>
      </w:r>
    </w:p>
    <w:p w:rsidR="00587FB9" w:rsidRPr="00484A0A" w:rsidRDefault="00587FB9" w:rsidP="00484A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Предельные объемы бюджетных ассигнований местного бюджета на программные мероприятия сформированы на основе следующих подходов:</w:t>
      </w: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pacing w:val="-2"/>
          <w:sz w:val="24"/>
          <w:szCs w:val="24"/>
        </w:rPr>
        <w:t>1) расчет расходов на очередной финансовый год на повышение оплаты труда отдельным категориям работников бюджетной сферы</w:t>
      </w:r>
      <w:r w:rsidRPr="00484A0A">
        <w:rPr>
          <w:rFonts w:ascii="Times New Roman" w:hAnsi="Times New Roman"/>
          <w:sz w:val="24"/>
          <w:szCs w:val="24"/>
        </w:rPr>
        <w:t xml:space="preserve"> в соответствии с Указами Президента Российской Федерации от 07.05.2012 № 597 «О мероприятиях по реализации государственной социальной политики», осуществлялся с учетом достижения целевых показателей повышения оплаты труда работников бюджетной сферы в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году;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pacing w:val="-2"/>
          <w:sz w:val="24"/>
          <w:szCs w:val="24"/>
        </w:rPr>
        <w:t xml:space="preserve">2) </w:t>
      </w:r>
      <w:r w:rsidRPr="00484A0A">
        <w:rPr>
          <w:rFonts w:ascii="Times New Roman" w:hAnsi="Times New Roman"/>
          <w:sz w:val="24"/>
          <w:szCs w:val="24"/>
        </w:rPr>
        <w:t xml:space="preserve"> учитывается ежегодный рост цен на услуги организаций ЖКХ в соответствии со сценарными условиями социально-экономического развития Российской Федерации на 201</w:t>
      </w:r>
      <w:r>
        <w:rPr>
          <w:rFonts w:ascii="Times New Roman" w:hAnsi="Times New Roman"/>
          <w:sz w:val="24"/>
          <w:szCs w:val="24"/>
        </w:rPr>
        <w:t>9-2021</w:t>
      </w:r>
      <w:r w:rsidRPr="00484A0A">
        <w:rPr>
          <w:rFonts w:ascii="Times New Roman" w:hAnsi="Times New Roman"/>
          <w:sz w:val="24"/>
          <w:szCs w:val="24"/>
        </w:rPr>
        <w:t xml:space="preserve"> годы;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3) планирования социально-значимых расходов, исходя из базовых объемов 201</w:t>
      </w:r>
      <w:r>
        <w:rPr>
          <w:rFonts w:ascii="Times New Roman" w:hAnsi="Times New Roman"/>
          <w:sz w:val="24"/>
          <w:szCs w:val="24"/>
        </w:rPr>
        <w:t>8</w:t>
      </w:r>
      <w:r w:rsidRPr="00484A0A">
        <w:rPr>
          <w:rFonts w:ascii="Times New Roman" w:hAnsi="Times New Roman"/>
          <w:sz w:val="24"/>
          <w:szCs w:val="24"/>
        </w:rPr>
        <w:t xml:space="preserve"> года с ежегодной индексацией на уровень инфляции;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4) индексации с 1 </w:t>
      </w:r>
      <w:r>
        <w:rPr>
          <w:rFonts w:ascii="Times New Roman" w:hAnsi="Times New Roman"/>
          <w:sz w:val="24"/>
          <w:szCs w:val="24"/>
        </w:rPr>
        <w:t>октября</w:t>
      </w:r>
      <w:r w:rsidRPr="00484A0A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5) 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6) предусматривается уменьшение объемов бюджетных ассигнований по прекращающимся расходным обязательствам ограниченного срока действия;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7) планирования расходов муниципального дорожного фонда исходя из прогнозируемого объема доходов местного бюджета от источников, его формирующих;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8) планирование резервирование средств на расходы связанные, в том числе на софинансирование инвестиционных расходов в социальную сферу через привлечение средств государственных федеральных и областных программ и других расходов возникающих при исполнении  районного бюджета;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9) При формировании бюджетных ассигнований районного бюджета на финансовое обеспечение публичных нормативных обязательств и иных выплат населению в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годах в полном объеме запланировано исполнение законодательно установленных публичных норм и иных социально-значимых обязательств, в том числе социальные выплаты. </w:t>
      </w:r>
    </w:p>
    <w:p w:rsidR="00587FB9" w:rsidRPr="00484A0A" w:rsidRDefault="00587FB9" w:rsidP="00484A0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484A0A" w:rsidRDefault="00587FB9" w:rsidP="00484A0A">
      <w:pPr>
        <w:pStyle w:val="ConsPlusNormal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4A0A">
        <w:rPr>
          <w:rFonts w:ascii="Times New Roman" w:hAnsi="Times New Roman" w:cs="Times New Roman"/>
          <w:sz w:val="24"/>
          <w:szCs w:val="24"/>
        </w:rPr>
        <w:t>4. Бюджетная, налоговая и долговая политика в области формирования межбюджетных отношений</w:t>
      </w: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Межбюджетные отношения в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годах будут строиться в соответствии с требованиями Бюджетного кодекса Российской Федерации и Закона Воронежской области от 17.11.2005 № 68-ОЗ «О межбюджетных отношениях органов государственной власти и органов местного самоуправления в Воронежской области» (с последующими изменениями) с учетом изменений бюджетного и налогового законодательства Российской Федерации, а так же утвержденными методиками расчета межбюджетных трансфертов нормативно-правовыми актами органов местного самоуправления Хохольского муниципального района.</w:t>
      </w:r>
    </w:p>
    <w:p w:rsidR="00587FB9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Структура межбюджетных трансфертов на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 представлена в таблице: </w:t>
      </w: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тыс. рублей </w:t>
      </w:r>
    </w:p>
    <w:tbl>
      <w:tblPr>
        <w:tblW w:w="9747" w:type="dxa"/>
        <w:jc w:val="center"/>
        <w:tblLook w:val="00A0"/>
      </w:tblPr>
      <w:tblGrid>
        <w:gridCol w:w="3556"/>
        <w:gridCol w:w="1600"/>
        <w:gridCol w:w="1377"/>
        <w:gridCol w:w="1559"/>
        <w:gridCol w:w="1648"/>
        <w:gridCol w:w="7"/>
      </w:tblGrid>
      <w:tr w:rsidR="00587FB9" w:rsidRPr="00484A0A" w:rsidTr="00D4241E">
        <w:trPr>
          <w:gridAfter w:val="1"/>
          <w:wAfter w:w="7" w:type="dxa"/>
          <w:trHeight w:val="57"/>
          <w:jc w:val="center"/>
        </w:trPr>
        <w:tc>
          <w:tcPr>
            <w:tcW w:w="3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45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587FB9" w:rsidRPr="00484A0A" w:rsidTr="00D4241E">
        <w:trPr>
          <w:trHeight w:val="57"/>
          <w:jc w:val="center"/>
        </w:trPr>
        <w:tc>
          <w:tcPr>
            <w:tcW w:w="3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587FB9" w:rsidRPr="00484A0A" w:rsidTr="00D4241E">
        <w:trPr>
          <w:trHeight w:val="57"/>
          <w:jc w:val="center"/>
        </w:trPr>
        <w:tc>
          <w:tcPr>
            <w:tcW w:w="3556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24295,9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1848,1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1530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1593</w:t>
            </w:r>
            <w:bookmarkStart w:id="1" w:name="_GoBack"/>
            <w:bookmarkEnd w:id="1"/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587FB9" w:rsidRPr="00484A0A" w:rsidTr="00D4241E">
        <w:trPr>
          <w:trHeight w:val="57"/>
          <w:jc w:val="center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87FB9" w:rsidRPr="00484A0A" w:rsidTr="00D4241E">
        <w:trPr>
          <w:trHeight w:val="57"/>
          <w:jc w:val="center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1766,0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1844,0</w:t>
            </w: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1530</w:t>
            </w:r>
            <w:r w:rsidRPr="00484A0A">
              <w:rPr>
                <w:rFonts w:ascii="Times New Roman" w:hAnsi="Times New Roman"/>
                <w:sz w:val="24"/>
                <w:szCs w:val="24"/>
              </w:rPr>
              <w:t>,0 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C975ED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1593</w:t>
            </w:r>
            <w:r w:rsidRPr="00484A0A">
              <w:rPr>
                <w:rFonts w:ascii="Times New Roman" w:hAnsi="Times New Roman"/>
                <w:sz w:val="24"/>
                <w:szCs w:val="24"/>
              </w:rPr>
              <w:t>,0 </w:t>
            </w:r>
          </w:p>
        </w:tc>
      </w:tr>
      <w:tr w:rsidR="00587FB9" w:rsidRPr="00484A0A" w:rsidTr="00D4241E">
        <w:trPr>
          <w:trHeight w:val="57"/>
          <w:jc w:val="center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7FB9" w:rsidRPr="00484A0A" w:rsidRDefault="00587FB9" w:rsidP="00C97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24262,4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87FB9" w:rsidRPr="00484A0A" w:rsidRDefault="00587FB9" w:rsidP="00D4241E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В условиях ограниченности финансовых ресурсов основной целью межбюджетных отношений является создание условий для устойчивого исполнения расходных полномочий органов местного самоуправления и повышения качества управления муниципальными финансами.</w:t>
      </w: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Финансовое обеспечение первоочередных расходов местных бюджетов будет осуществляться путем получения дотации на выравнивание бюджетной обеспеченности, которые направляются на сглаживание диспропорций в уровне бюджетных возможностей бюджетов муниципалитетов.</w:t>
      </w: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Объем дотаций на выравнивание бюджетной обеспеченности муниципальных образований определен исходя из необходимости достижения критериев выравнивания бюджетной обеспеченности муниципальных районов (городских округов) и критериев финансовых возможностей поселений.</w:t>
      </w: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При определении объема средств на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1</w:t>
      </w:r>
      <w:r w:rsidRPr="00484A0A">
        <w:rPr>
          <w:rFonts w:ascii="Times New Roman" w:hAnsi="Times New Roman"/>
          <w:sz w:val="24"/>
          <w:szCs w:val="24"/>
        </w:rPr>
        <w:t xml:space="preserve"> годы на обеспечение сбалансированности местного бюджета учитывались общие подходы по формированию бюджетов на очередной финансовый год и плановый период. 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84A0A"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района, переданных для осуществления органам местного самоуправления поселений, будет производиться за счет иных межбюджетных трансфертов из районного бюджета</w:t>
      </w:r>
      <w:r w:rsidRPr="00314185">
        <w:rPr>
          <w:rFonts w:ascii="Times New Roman" w:hAnsi="Times New Roman"/>
          <w:sz w:val="24"/>
          <w:szCs w:val="24"/>
        </w:rPr>
        <w:t>.</w:t>
      </w:r>
    </w:p>
    <w:p w:rsidR="00587FB9" w:rsidRPr="00484A0A" w:rsidRDefault="00587FB9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- </w:t>
      </w:r>
      <w:r w:rsidRPr="00314185">
        <w:rPr>
          <w:rFonts w:ascii="Times New Roman" w:hAnsi="Times New Roman"/>
          <w:sz w:val="24"/>
          <w:szCs w:val="24"/>
        </w:rPr>
        <w:t>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</w:t>
      </w:r>
      <w:r>
        <w:rPr>
          <w:rFonts w:ascii="Times New Roman" w:hAnsi="Times New Roman"/>
          <w:sz w:val="24"/>
          <w:szCs w:val="24"/>
        </w:rPr>
        <w:t>.</w:t>
      </w:r>
      <w:r w:rsidRPr="00314185">
        <w:rPr>
          <w:rFonts w:ascii="Times New Roman" w:hAnsi="Times New Roman"/>
          <w:sz w:val="24"/>
          <w:szCs w:val="24"/>
        </w:rPr>
        <w:t xml:space="preserve"> </w:t>
      </w:r>
      <w:r w:rsidRPr="00484A0A"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поселений, переданных для осуществления органам местного самоуправления района, будет производиться за счет иных межбюджетных трансфертов из бюджета поселения:</w:t>
      </w:r>
    </w:p>
    <w:p w:rsidR="00587FB9" w:rsidRPr="00484A0A" w:rsidRDefault="00587FB9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объектов;</w:t>
      </w:r>
    </w:p>
    <w:p w:rsidR="00587FB9" w:rsidRPr="00484A0A" w:rsidRDefault="00587FB9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осуществления закупок товаров, работ, услуг для обеспечения муниципальных нужд;</w:t>
      </w:r>
    </w:p>
    <w:p w:rsidR="00587FB9" w:rsidRPr="00484A0A" w:rsidRDefault="00587FB9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архитектуры и градостроительства;</w:t>
      </w:r>
    </w:p>
    <w:p w:rsidR="00587FB9" w:rsidRPr="00484A0A" w:rsidRDefault="00587FB9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жилищных отношений;</w:t>
      </w:r>
    </w:p>
    <w:p w:rsidR="00587FB9" w:rsidRPr="00484A0A" w:rsidRDefault="00587FB9" w:rsidP="00484A0A">
      <w:pPr>
        <w:pStyle w:val="NormalWeb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муниципального земельного контроля за использованием земель поселения.</w:t>
      </w:r>
    </w:p>
    <w:p w:rsidR="00587FB9" w:rsidRPr="00484A0A" w:rsidRDefault="00587FB9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Для решения вопросов местного значения потребуется рациональное и максимально эффективное использование бюджетных средств, а так же принятие мер по мобилизации доходов и сокращению дефицита местных бюджетов.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9C">
        <w:rPr>
          <w:rFonts w:ascii="Times New Roman" w:hAnsi="Times New Roman" w:cs="Times New Roman"/>
          <w:sz w:val="24"/>
          <w:szCs w:val="24"/>
        </w:rPr>
        <w:t>управления муниципальным долгом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Основными задачами управления муниципальным долгом при реализации долговой политики являются: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поддержание объема муниципального долга на экономически безопасном уровне;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эффективности муниципальных заимствований;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оптимизация структуры муниципального долга с целью минимизации стоимости его обслуживания;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взаимосвязи принятия решения о заимствованиях с реальными потребностями бюджета поселения в привлечении заемных средств;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публичности информации о муниципальном долге.</w:t>
      </w:r>
    </w:p>
    <w:p w:rsidR="00587FB9" w:rsidRPr="00BF3A29" w:rsidRDefault="00587FB9" w:rsidP="00BF3A2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A29">
        <w:rPr>
          <w:rFonts w:ascii="Times New Roman" w:hAnsi="Times New Roman" w:cs="Times New Roman"/>
          <w:sz w:val="24"/>
          <w:szCs w:val="24"/>
        </w:rPr>
        <w:t xml:space="preserve">   исполнение долговых обязательств в соответствии с графиками платежей по соглашениям, организация учета долговых обязательств и финансово-долговых операций.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6. Совершенствование управления исполнением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9C">
        <w:rPr>
          <w:rFonts w:ascii="Times New Roman" w:hAnsi="Times New Roman" w:cs="Times New Roman"/>
          <w:sz w:val="24"/>
          <w:szCs w:val="24"/>
        </w:rPr>
        <w:t xml:space="preserve">Хохольского городского поселения 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Управление исполнением бюджета Хохольского городского поселения в первую очередь будет ориентировано на повышение эффективности использования бюджетных средств, повышение качества управления средствами бюджета поселения и строгое соблюдение бюджетной дисциплины всеми участниками бюджетного процесса, включая: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совершенствование управления ликвидностью бюджета Хохольского городского поселения в целях эффективного использования бюджетных средств;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принятие главными распорядителями бюджетных средств бюджетных обязательств только в пределах доведенных до них лимитов бюджетных обязательств;</w:t>
      </w:r>
    </w:p>
    <w:p w:rsidR="00587FB9" w:rsidRPr="00D4749C" w:rsidRDefault="00587FB9" w:rsidP="00D4749C">
      <w:pPr>
        <w:pStyle w:val="NormalWeb"/>
        <w:spacing w:before="0" w:beforeAutospacing="0" w:after="0"/>
        <w:ind w:firstLine="284"/>
        <w:jc w:val="both"/>
      </w:pPr>
      <w:r w:rsidRPr="00D4749C">
        <w:t xml:space="preserve">   повышение эффективности предоставления прочих межбюджетных трансфертов, передаваемых районному бюджету Хохольского муниципального района за счет средств местного бюджета Хохольского городского поселения для финансового обеспечения исполнения соглашений о передачи части своих полномочий за счет унификации соглашений о предоставлении субсидий: введение типовых форм соглашений;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контроля за отсутствием кредиторской задолженности по принятым обязательствам;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осуществление контроля за соответствием планов закупок и планов-графиков закупок объемам финансового обеспечения, предусмотренным в расходах бюджета Хохольского городского поселения для их осуществления;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совершенствование системы учета и отчетности в Хохольском городском поселении;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Бюджетная, налоговая и долговая политика </w:t>
      </w:r>
      <w:r w:rsidRPr="00D4749C">
        <w:rPr>
          <w:rFonts w:ascii="Times New Roman" w:hAnsi="Times New Roman" w:cs="Times New Roman"/>
          <w:sz w:val="24"/>
          <w:szCs w:val="24"/>
        </w:rPr>
        <w:t>в области финансового контроля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Деятельность администрации Хохольского городского поселения в сфере финансового контроля и контроля в сфере закупок будет направлена на: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усиление контроля за эффективным управлением и распоряжением имуществом, находящимся в муниципальной собственности Хохольского городского поселения 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усиление муниципального финансового контроля за соблюдением бюджетного законодательства и контроля за соблюдением законодательства о контрактной системе, в том числе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заказчика, информации об идентификационных кодах закупок и об объеме финансового обеспечения для осуществления данных закупок;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совершенствование системы муниципальных правовых актов, регулирующих отношения в сфере муниципального финансового контроля, закупок товаров, работ, услуг для обеспечения муниципальных нужд;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применение мер ответственности за нарушения бюджетного законодательства и законодательства о контрактной системе;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повышение надежности и эффективности внутреннего финансового контроля в структурных подразделениях администрации Хохольского городского поселения , направленных на соблюдение внутренних стандартов и процедур составления и исполнения бюджета,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развитие эффективной системы ведомственного контроля в сфере закупок, осуществляемого органами местного самоуправления Хохольского городского поселения , повышение уровня его организации и качества контрольных мероприятий;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усиление контроля за осуществлением закупок товаров, работ, услуг для муниципальных нужд и исполнением контрактов, договоров, заключенных по итогам таких закупок, в целях эффективного использования средств бюджета поселения муниципальными учреждениями;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проведение анализа и оценки деятельности получателей средств бюджета поселения в целях определения экономичности и результативности использования бюджетных средств для выполнения возложенных на них функций и реализации поставленных перед ними задач;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проведение информационной работы по предупреждению нарушений бюджетного законодательства и законодательства о контрактной системе;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обеспечение целевого и эффективного использования средств, предоставленных для осуществления переданных государственных полномочий.</w:t>
      </w:r>
    </w:p>
    <w:p w:rsidR="00587FB9" w:rsidRPr="00D4749C" w:rsidRDefault="00587FB9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Контроль финансовой дисциплины и своевременное выявление проблем в достижении целей являются необходимым условием для обеспечения эффективного бюджетирования.</w:t>
      </w:r>
    </w:p>
    <w:p w:rsidR="00587FB9" w:rsidRDefault="00587FB9" w:rsidP="00554A80">
      <w:pPr>
        <w:spacing w:line="360" w:lineRule="auto"/>
        <w:ind w:firstLine="2410"/>
        <w:jc w:val="both"/>
        <w:rPr>
          <w:rFonts w:ascii="Times New Roman" w:hAnsi="Times New Roman"/>
          <w:b/>
          <w:sz w:val="24"/>
          <w:szCs w:val="24"/>
        </w:rPr>
      </w:pPr>
    </w:p>
    <w:p w:rsidR="00587FB9" w:rsidRPr="0052036D" w:rsidRDefault="00587FB9" w:rsidP="00554A80">
      <w:pPr>
        <w:spacing w:line="360" w:lineRule="auto"/>
        <w:ind w:firstLine="2410"/>
        <w:jc w:val="both"/>
        <w:rPr>
          <w:rFonts w:ascii="Times New Roman" w:hAnsi="Times New Roman"/>
          <w:b/>
          <w:sz w:val="24"/>
          <w:szCs w:val="24"/>
        </w:rPr>
      </w:pPr>
      <w:r w:rsidRPr="0052036D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587FB9" w:rsidRPr="00FB4B1F" w:rsidRDefault="00587FB9" w:rsidP="0052036D">
      <w:pPr>
        <w:tabs>
          <w:tab w:val="left" w:pos="4962"/>
        </w:tabs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52036D">
        <w:rPr>
          <w:rFonts w:ascii="Times New Roman" w:hAnsi="Times New Roman"/>
          <w:sz w:val="24"/>
          <w:szCs w:val="24"/>
        </w:rPr>
        <w:t>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поселения. Обеспечение полного и доступного информирования населения Хохольского городского поселения о бюджете поселения  и отчетах о его исполнении, повышения открытости и прозрачности информации об управлении бюджетными средствами поселения должно найти отражение в регулярной публикации «бюджета для граждан» на официальном сайте Администрации Хохольского городского поселения.</w:t>
      </w:r>
    </w:p>
    <w:sectPr w:rsidR="00587FB9" w:rsidRPr="00FB4B1F" w:rsidSect="004E4E48">
      <w:headerReference w:type="default" r:id="rId7"/>
      <w:footerReference w:type="default" r:id="rId8"/>
      <w:pgSz w:w="11906" w:h="16838"/>
      <w:pgMar w:top="284" w:right="991" w:bottom="567" w:left="99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FB9" w:rsidRDefault="00587FB9">
      <w:pPr>
        <w:spacing w:after="0" w:line="240" w:lineRule="auto"/>
      </w:pPr>
      <w:r>
        <w:separator/>
      </w:r>
    </w:p>
  </w:endnote>
  <w:endnote w:type="continuationSeparator" w:id="0">
    <w:p w:rsidR="00587FB9" w:rsidRDefault="0058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B9" w:rsidRDefault="00587FB9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FB9" w:rsidRDefault="00587FB9">
      <w:pPr>
        <w:spacing w:after="0" w:line="240" w:lineRule="auto"/>
      </w:pPr>
      <w:r>
        <w:separator/>
      </w:r>
    </w:p>
  </w:footnote>
  <w:footnote w:type="continuationSeparator" w:id="0">
    <w:p w:rsidR="00587FB9" w:rsidRDefault="00587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B9" w:rsidRDefault="00587FB9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B1F14"/>
    <w:multiLevelType w:val="hybridMultilevel"/>
    <w:tmpl w:val="8A6CFBA4"/>
    <w:lvl w:ilvl="0" w:tplc="BCD0FC1C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025"/>
    <w:rsid w:val="00050890"/>
    <w:rsid w:val="00080ED6"/>
    <w:rsid w:val="000B45D0"/>
    <w:rsid w:val="000D037B"/>
    <w:rsid w:val="000D1042"/>
    <w:rsid w:val="000D2617"/>
    <w:rsid w:val="00152A0B"/>
    <w:rsid w:val="001C2896"/>
    <w:rsid w:val="001C6D8D"/>
    <w:rsid w:val="001D704B"/>
    <w:rsid w:val="00222289"/>
    <w:rsid w:val="002646E5"/>
    <w:rsid w:val="00271025"/>
    <w:rsid w:val="002871C1"/>
    <w:rsid w:val="002B33E5"/>
    <w:rsid w:val="002E4E4E"/>
    <w:rsid w:val="00314185"/>
    <w:rsid w:val="00325C10"/>
    <w:rsid w:val="0036229B"/>
    <w:rsid w:val="00390D28"/>
    <w:rsid w:val="003B4F87"/>
    <w:rsid w:val="003D1C9B"/>
    <w:rsid w:val="003D45D8"/>
    <w:rsid w:val="003E2760"/>
    <w:rsid w:val="003F4805"/>
    <w:rsid w:val="00484A0A"/>
    <w:rsid w:val="004D2645"/>
    <w:rsid w:val="004E4E48"/>
    <w:rsid w:val="004E744A"/>
    <w:rsid w:val="00502448"/>
    <w:rsid w:val="0052036D"/>
    <w:rsid w:val="00537BFC"/>
    <w:rsid w:val="00554A80"/>
    <w:rsid w:val="00587FB9"/>
    <w:rsid w:val="0059530A"/>
    <w:rsid w:val="005E446E"/>
    <w:rsid w:val="00610654"/>
    <w:rsid w:val="00683CF0"/>
    <w:rsid w:val="00687AB9"/>
    <w:rsid w:val="006F79FA"/>
    <w:rsid w:val="0070297E"/>
    <w:rsid w:val="00706CEF"/>
    <w:rsid w:val="007076C7"/>
    <w:rsid w:val="007209B8"/>
    <w:rsid w:val="007D66DD"/>
    <w:rsid w:val="007E3D69"/>
    <w:rsid w:val="0081015E"/>
    <w:rsid w:val="00841258"/>
    <w:rsid w:val="00880F11"/>
    <w:rsid w:val="008D252C"/>
    <w:rsid w:val="00944AC9"/>
    <w:rsid w:val="00976968"/>
    <w:rsid w:val="0098554E"/>
    <w:rsid w:val="00992CC9"/>
    <w:rsid w:val="009933DE"/>
    <w:rsid w:val="00995500"/>
    <w:rsid w:val="00A3218E"/>
    <w:rsid w:val="00A32249"/>
    <w:rsid w:val="00A41131"/>
    <w:rsid w:val="00A41193"/>
    <w:rsid w:val="00A524F8"/>
    <w:rsid w:val="00A97407"/>
    <w:rsid w:val="00AB471C"/>
    <w:rsid w:val="00B60FED"/>
    <w:rsid w:val="00BE76BC"/>
    <w:rsid w:val="00BF3A29"/>
    <w:rsid w:val="00C853A6"/>
    <w:rsid w:val="00C975ED"/>
    <w:rsid w:val="00D4241E"/>
    <w:rsid w:val="00D4749C"/>
    <w:rsid w:val="00D5646D"/>
    <w:rsid w:val="00EA018B"/>
    <w:rsid w:val="00F06694"/>
    <w:rsid w:val="00F26B1C"/>
    <w:rsid w:val="00F97D6F"/>
    <w:rsid w:val="00FB0375"/>
    <w:rsid w:val="00FB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D704B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D704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1D704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1D704B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1D704B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524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24F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524F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24F8"/>
    <w:rPr>
      <w:rFonts w:cs="Times New Roman"/>
    </w:rPr>
  </w:style>
  <w:style w:type="character" w:customStyle="1" w:styleId="docaccesstitle">
    <w:name w:val="docaccess_title"/>
    <w:uiPriority w:val="99"/>
    <w:rsid w:val="00C853A6"/>
  </w:style>
  <w:style w:type="paragraph" w:styleId="NormalWeb">
    <w:name w:val="Normal (Web)"/>
    <w:basedOn w:val="Normal"/>
    <w:uiPriority w:val="99"/>
    <w:rsid w:val="00C853A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">
    <w:name w:val="Нумерованный абзац"/>
    <w:uiPriority w:val="99"/>
    <w:rsid w:val="00992CC9"/>
    <w:pPr>
      <w:tabs>
        <w:tab w:val="left" w:pos="1134"/>
      </w:tabs>
      <w:suppressAutoHyphens/>
      <w:spacing w:before="120"/>
      <w:jc w:val="both"/>
    </w:pPr>
    <w:rPr>
      <w:rFonts w:ascii="Times New Roman" w:hAnsi="Times New Roman"/>
      <w:noProof/>
      <w:sz w:val="27"/>
      <w:szCs w:val="20"/>
    </w:rPr>
  </w:style>
  <w:style w:type="paragraph" w:styleId="BalloonText">
    <w:name w:val="Balloon Text"/>
    <w:basedOn w:val="Normal"/>
    <w:link w:val="BalloonTextChar"/>
    <w:uiPriority w:val="99"/>
    <w:semiHidden/>
    <w:locked/>
    <w:rsid w:val="008412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7407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F26B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98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263</TotalTime>
  <Pages>8</Pages>
  <Words>3762</Words>
  <Characters>21447</Characters>
  <Application>Microsoft Office Outlook</Application>
  <DocSecurity>0</DocSecurity>
  <Lines>0</Lines>
  <Paragraphs>0</Paragraphs>
  <ScaleCrop>false</ScaleCrop>
  <Company>КонсультантПлюс Версия 4016.00.45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Н.Новгорода от 29.08.2017 N 4040"Об утверждении Основных направлений бюджетной и налоговой политики города Нижнего Новгорода на 2018 год и на плановый период 2019 и 2020 годов"</dc:title>
  <dc:subject/>
  <dc:creator>ГлБух</dc:creator>
  <cp:keywords/>
  <dc:description/>
  <cp:lastModifiedBy>User</cp:lastModifiedBy>
  <cp:revision>16</cp:revision>
  <cp:lastPrinted>2018-11-15T08:10:00Z</cp:lastPrinted>
  <dcterms:created xsi:type="dcterms:W3CDTF">2017-10-24T19:29:00Z</dcterms:created>
  <dcterms:modified xsi:type="dcterms:W3CDTF">2018-11-15T08:11:00Z</dcterms:modified>
</cp:coreProperties>
</file>