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0A7C" w:rsidRPr="00450F9E" w:rsidRDefault="00F70A7C" w:rsidP="00450F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hAnsi="Times New Roman"/>
          <w:bCs/>
          <w:sz w:val="28"/>
          <w:szCs w:val="28"/>
          <w:lang w:eastAsia="ru-RU"/>
        </w:rPr>
      </w:pPr>
      <w:r w:rsidRPr="00450F9E">
        <w:rPr>
          <w:rFonts w:ascii="Times New Roman" w:hAnsi="Times New Roman"/>
          <w:bCs/>
          <w:sz w:val="28"/>
          <w:szCs w:val="28"/>
          <w:lang w:eastAsia="ru-RU"/>
        </w:rPr>
        <w:t xml:space="preserve">Приложение № </w:t>
      </w:r>
      <w:r>
        <w:rPr>
          <w:rFonts w:ascii="Times New Roman" w:hAnsi="Times New Roman"/>
          <w:bCs/>
          <w:sz w:val="28"/>
          <w:szCs w:val="28"/>
          <w:lang w:eastAsia="ru-RU"/>
        </w:rPr>
        <w:t>4</w:t>
      </w:r>
      <w:r w:rsidRPr="00450F9E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</w:p>
    <w:p w:rsidR="00F70A7C" w:rsidRPr="00450F9E" w:rsidRDefault="00F70A7C" w:rsidP="00450F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hAnsi="Times New Roman"/>
          <w:bCs/>
          <w:sz w:val="28"/>
          <w:szCs w:val="28"/>
          <w:lang w:eastAsia="ru-RU"/>
        </w:rPr>
      </w:pPr>
      <w:r w:rsidRPr="00450F9E">
        <w:rPr>
          <w:rFonts w:ascii="Times New Roman" w:hAnsi="Times New Roman"/>
          <w:bCs/>
          <w:sz w:val="28"/>
          <w:szCs w:val="28"/>
          <w:lang w:eastAsia="ru-RU"/>
        </w:rPr>
        <w:t xml:space="preserve">к учетной политике </w:t>
      </w:r>
    </w:p>
    <w:p w:rsidR="00F70A7C" w:rsidRDefault="00F70A7C" w:rsidP="00450F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Администрации Хохольского</w:t>
      </w:r>
    </w:p>
    <w:p w:rsidR="00F70A7C" w:rsidRPr="00450F9E" w:rsidRDefault="00F70A7C" w:rsidP="00450F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 xml:space="preserve"> городского поселения</w:t>
      </w:r>
    </w:p>
    <w:p w:rsidR="00F70A7C" w:rsidRDefault="00F70A7C" w:rsidP="007B1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F70A7C" w:rsidRPr="007B1E74" w:rsidRDefault="00F70A7C" w:rsidP="007B1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7B1E74">
        <w:rPr>
          <w:rFonts w:ascii="Times New Roman" w:hAnsi="Times New Roman"/>
          <w:b/>
          <w:bCs/>
          <w:sz w:val="28"/>
          <w:szCs w:val="28"/>
          <w:lang w:eastAsia="ru-RU"/>
        </w:rPr>
        <w:t>Порядок проведения инвентаризации активов и обязательств</w:t>
      </w:r>
    </w:p>
    <w:p w:rsidR="00F70A7C" w:rsidRDefault="00F70A7C" w:rsidP="00450F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50F9E">
        <w:rPr>
          <w:rFonts w:ascii="Times New Roman" w:hAnsi="Times New Roman"/>
          <w:sz w:val="28"/>
          <w:szCs w:val="28"/>
          <w:lang w:eastAsia="ru-RU"/>
        </w:rPr>
        <w:t>Настоящий Порядок разработан в соответствии с</w:t>
      </w:r>
      <w:r>
        <w:rPr>
          <w:rFonts w:ascii="Times New Roman" w:hAnsi="Times New Roman"/>
          <w:sz w:val="28"/>
          <w:szCs w:val="28"/>
          <w:lang w:eastAsia="ru-RU"/>
        </w:rPr>
        <w:t>:</w:t>
      </w:r>
    </w:p>
    <w:p w:rsidR="00F70A7C" w:rsidRPr="00450F9E" w:rsidRDefault="00F70A7C" w:rsidP="00450F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50F9E">
        <w:rPr>
          <w:rFonts w:ascii="Times New Roman" w:hAnsi="Times New Roman"/>
          <w:sz w:val="28"/>
          <w:szCs w:val="28"/>
          <w:lang w:eastAsia="ru-RU"/>
        </w:rPr>
        <w:t xml:space="preserve">– </w:t>
      </w:r>
      <w:hyperlink r:id="rId7" w:anchor="/document/99/902316088/" w:history="1">
        <w:r w:rsidRPr="00450F9E">
          <w:rPr>
            <w:rFonts w:ascii="Times New Roman" w:hAnsi="Times New Roman"/>
            <w:sz w:val="28"/>
            <w:szCs w:val="28"/>
            <w:lang w:eastAsia="ru-RU"/>
          </w:rPr>
          <w:t>Законом от 06.12.2011 № 402-ФЗ «О бухгалтерском учете»</w:t>
        </w:r>
      </w:hyperlink>
      <w:r w:rsidRPr="00450F9E">
        <w:rPr>
          <w:rFonts w:ascii="Times New Roman" w:hAnsi="Times New Roman"/>
          <w:sz w:val="28"/>
          <w:szCs w:val="28"/>
          <w:lang w:eastAsia="ru-RU"/>
        </w:rPr>
        <w:t>;</w:t>
      </w:r>
    </w:p>
    <w:p w:rsidR="00F70A7C" w:rsidRDefault="00F70A7C" w:rsidP="005B7DA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50F9E">
        <w:rPr>
          <w:rFonts w:ascii="Times New Roman" w:hAnsi="Times New Roman"/>
          <w:sz w:val="28"/>
          <w:szCs w:val="28"/>
          <w:lang w:eastAsia="ru-RU"/>
        </w:rPr>
        <w:t xml:space="preserve">– </w:t>
      </w:r>
      <w:hyperlink r:id="rId8" w:anchor="/document/99/420388973/" w:history="1">
        <w:r w:rsidRPr="00450F9E">
          <w:rPr>
            <w:rFonts w:ascii="Times New Roman" w:hAnsi="Times New Roman"/>
            <w:sz w:val="28"/>
            <w:szCs w:val="28"/>
            <w:lang w:eastAsia="ru-RU"/>
          </w:rPr>
          <w:t xml:space="preserve">приказом </w:t>
        </w:r>
        <w:r>
          <w:rPr>
            <w:rFonts w:ascii="Times New Roman" w:hAnsi="Times New Roman"/>
            <w:sz w:val="28"/>
            <w:szCs w:val="28"/>
            <w:lang w:eastAsia="ru-RU"/>
          </w:rPr>
          <w:t xml:space="preserve">   </w:t>
        </w:r>
        <w:r w:rsidRPr="00FE4066">
          <w:rPr>
            <w:rFonts w:ascii="Times New Roman" w:hAnsi="Times New Roman"/>
            <w:sz w:val="28"/>
            <w:szCs w:val="28"/>
            <w:lang w:eastAsia="ru-RU"/>
          </w:rPr>
          <w:t>Министерства</w:t>
        </w:r>
        <w:r>
          <w:rPr>
            <w:rFonts w:ascii="Times New Roman" w:hAnsi="Times New Roman"/>
            <w:sz w:val="28"/>
            <w:szCs w:val="28"/>
            <w:lang w:eastAsia="ru-RU"/>
          </w:rPr>
          <w:t xml:space="preserve"> </w:t>
        </w:r>
        <w:r w:rsidRPr="00FE4066">
          <w:rPr>
            <w:rFonts w:ascii="Times New Roman" w:hAnsi="Times New Roman"/>
            <w:sz w:val="28"/>
            <w:szCs w:val="28"/>
            <w:lang w:eastAsia="ru-RU"/>
          </w:rPr>
          <w:t xml:space="preserve"> </w:t>
        </w:r>
        <w:r>
          <w:rPr>
            <w:rFonts w:ascii="Times New Roman" w:hAnsi="Times New Roman"/>
            <w:sz w:val="28"/>
            <w:szCs w:val="28"/>
            <w:lang w:eastAsia="ru-RU"/>
          </w:rPr>
          <w:t xml:space="preserve"> </w:t>
        </w:r>
        <w:r w:rsidRPr="00FE4066">
          <w:rPr>
            <w:rFonts w:ascii="Times New Roman" w:hAnsi="Times New Roman"/>
            <w:sz w:val="28"/>
            <w:szCs w:val="28"/>
            <w:lang w:eastAsia="ru-RU"/>
          </w:rPr>
          <w:t>финансов</w:t>
        </w:r>
        <w:r>
          <w:rPr>
            <w:rFonts w:ascii="Times New Roman" w:hAnsi="Times New Roman"/>
            <w:sz w:val="28"/>
            <w:szCs w:val="28"/>
            <w:lang w:eastAsia="ru-RU"/>
          </w:rPr>
          <w:t xml:space="preserve"> </w:t>
        </w:r>
        <w:r w:rsidRPr="00FE4066">
          <w:rPr>
            <w:rFonts w:ascii="Times New Roman" w:hAnsi="Times New Roman"/>
            <w:sz w:val="28"/>
            <w:szCs w:val="28"/>
            <w:lang w:eastAsia="ru-RU"/>
          </w:rPr>
          <w:t xml:space="preserve"> </w:t>
        </w:r>
        <w:r>
          <w:rPr>
            <w:rFonts w:ascii="Times New Roman" w:hAnsi="Times New Roman"/>
            <w:sz w:val="28"/>
            <w:szCs w:val="28"/>
            <w:lang w:eastAsia="ru-RU"/>
          </w:rPr>
          <w:t xml:space="preserve"> </w:t>
        </w:r>
        <w:r w:rsidRPr="00FE4066">
          <w:rPr>
            <w:rFonts w:ascii="Times New Roman" w:hAnsi="Times New Roman"/>
            <w:sz w:val="28"/>
            <w:szCs w:val="28"/>
            <w:lang w:eastAsia="ru-RU"/>
          </w:rPr>
          <w:t xml:space="preserve">Российской </w:t>
        </w:r>
        <w:r>
          <w:rPr>
            <w:rFonts w:ascii="Times New Roman" w:hAnsi="Times New Roman"/>
            <w:sz w:val="28"/>
            <w:szCs w:val="28"/>
            <w:lang w:eastAsia="ru-RU"/>
          </w:rPr>
          <w:t xml:space="preserve">   </w:t>
        </w:r>
        <w:r w:rsidRPr="00FE4066">
          <w:rPr>
            <w:rFonts w:ascii="Times New Roman" w:hAnsi="Times New Roman"/>
            <w:sz w:val="28"/>
            <w:szCs w:val="28"/>
            <w:lang w:eastAsia="ru-RU"/>
          </w:rPr>
          <w:t>Федерации</w:t>
        </w:r>
        <w:r>
          <w:rPr>
            <w:rFonts w:ascii="Times New Roman" w:hAnsi="Times New Roman"/>
            <w:sz w:val="28"/>
            <w:szCs w:val="28"/>
            <w:lang w:eastAsia="ru-RU"/>
          </w:rPr>
          <w:t xml:space="preserve">     </w:t>
        </w:r>
        <w:r w:rsidRPr="00450F9E">
          <w:rPr>
            <w:rFonts w:ascii="Times New Roman" w:hAnsi="Times New Roman"/>
            <w:sz w:val="28"/>
            <w:szCs w:val="28"/>
            <w:lang w:eastAsia="ru-RU"/>
          </w:rPr>
          <w:t xml:space="preserve"> от 31.12.2016 № 256н</w:t>
        </w:r>
      </w:hyperlink>
      <w:r>
        <w:t xml:space="preserve">  «</w:t>
      </w:r>
      <w:r>
        <w:rPr>
          <w:rFonts w:ascii="Times New Roman" w:hAnsi="Times New Roman"/>
          <w:sz w:val="28"/>
          <w:szCs w:val="28"/>
        </w:rPr>
        <w:t>Об утверждении федерального стандарта бухгалтерского учета для организаций государственного сектора «Концептуальные основы бухгалтерского учета и отчетности организаций государственного сектора»</w:t>
      </w:r>
      <w:r w:rsidRPr="00450F9E">
        <w:rPr>
          <w:rFonts w:ascii="Times New Roman" w:hAnsi="Times New Roman"/>
          <w:sz w:val="28"/>
          <w:szCs w:val="28"/>
          <w:lang w:eastAsia="ru-RU"/>
        </w:rPr>
        <w:t>;</w:t>
      </w:r>
    </w:p>
    <w:p w:rsidR="00F70A7C" w:rsidRPr="00DB3110" w:rsidRDefault="00F70A7C" w:rsidP="005B7DA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B3110">
        <w:rPr>
          <w:rFonts w:ascii="Times New Roman" w:hAnsi="Times New Roman"/>
          <w:sz w:val="28"/>
          <w:szCs w:val="28"/>
          <w:lang w:eastAsia="ru-RU"/>
        </w:rPr>
        <w:t>-</w:t>
      </w:r>
      <w:r>
        <w:rPr>
          <w:rFonts w:ascii="Times New Roman" w:hAnsi="Times New Roman"/>
          <w:sz w:val="28"/>
          <w:szCs w:val="28"/>
          <w:lang w:eastAsia="ru-RU"/>
        </w:rPr>
        <w:t xml:space="preserve"> указанием Центрального банка от 11.03.2014 № 3210-У «О порядке ведения кассовых операций юридическими лицами</w:t>
      </w:r>
      <w:r w:rsidRPr="00DB3110">
        <w:rPr>
          <w:rFonts w:ascii="Times New Roman" w:hAnsi="Times New Roman"/>
          <w:sz w:val="24"/>
          <w:szCs w:val="24"/>
        </w:rPr>
        <w:t xml:space="preserve"> </w:t>
      </w:r>
      <w:r w:rsidRPr="00DB3110">
        <w:rPr>
          <w:rFonts w:ascii="Times New Roman" w:hAnsi="Times New Roman"/>
          <w:sz w:val="28"/>
          <w:szCs w:val="28"/>
        </w:rPr>
        <w:t>и упрощенном порядке ведения кассовых операций индивидуальными предпринимателями и субъектами малого предпринимательства</w:t>
      </w:r>
      <w:r>
        <w:rPr>
          <w:rFonts w:ascii="Times New Roman" w:hAnsi="Times New Roman"/>
          <w:sz w:val="28"/>
          <w:szCs w:val="28"/>
          <w:lang w:eastAsia="ru-RU"/>
        </w:rPr>
        <w:t>»</w:t>
      </w:r>
    </w:p>
    <w:p w:rsidR="00F70A7C" w:rsidRDefault="00F70A7C" w:rsidP="005B7DA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50F9E">
        <w:rPr>
          <w:rFonts w:ascii="Times New Roman" w:hAnsi="Times New Roman"/>
          <w:sz w:val="28"/>
          <w:szCs w:val="28"/>
          <w:lang w:eastAsia="ru-RU"/>
        </w:rPr>
        <w:t>–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hyperlink r:id="rId9" w:anchor="/document/99/420266549/ZA00MAO2N0/" w:history="1">
        <w:r w:rsidRPr="00450F9E">
          <w:rPr>
            <w:rFonts w:ascii="Times New Roman" w:hAnsi="Times New Roman"/>
            <w:sz w:val="28"/>
            <w:szCs w:val="28"/>
            <w:lang w:eastAsia="ru-RU"/>
          </w:rPr>
          <w:t>приказом</w:t>
        </w:r>
        <w:r>
          <w:rPr>
            <w:rFonts w:ascii="Times New Roman" w:hAnsi="Times New Roman"/>
            <w:sz w:val="28"/>
            <w:szCs w:val="28"/>
            <w:lang w:eastAsia="ru-RU"/>
          </w:rPr>
          <w:t xml:space="preserve"> </w:t>
        </w:r>
        <w:r w:rsidRPr="00450F9E">
          <w:rPr>
            <w:rFonts w:ascii="Times New Roman" w:hAnsi="Times New Roman"/>
            <w:sz w:val="28"/>
            <w:szCs w:val="28"/>
            <w:lang w:eastAsia="ru-RU"/>
          </w:rPr>
          <w:t xml:space="preserve"> Мин</w:t>
        </w:r>
        <w:r>
          <w:rPr>
            <w:rFonts w:ascii="Times New Roman" w:hAnsi="Times New Roman"/>
            <w:sz w:val="28"/>
            <w:szCs w:val="28"/>
            <w:lang w:eastAsia="ru-RU"/>
          </w:rPr>
          <w:t xml:space="preserve">истерства   </w:t>
        </w:r>
        <w:r w:rsidRPr="00450F9E">
          <w:rPr>
            <w:rFonts w:ascii="Times New Roman" w:hAnsi="Times New Roman"/>
            <w:sz w:val="28"/>
            <w:szCs w:val="28"/>
            <w:lang w:eastAsia="ru-RU"/>
          </w:rPr>
          <w:t>фина</w:t>
        </w:r>
        <w:r>
          <w:rPr>
            <w:rFonts w:ascii="Times New Roman" w:hAnsi="Times New Roman"/>
            <w:sz w:val="28"/>
            <w:szCs w:val="28"/>
            <w:lang w:eastAsia="ru-RU"/>
          </w:rPr>
          <w:t xml:space="preserve">нсов     Российской     Федерации     </w:t>
        </w:r>
        <w:r w:rsidRPr="00450F9E">
          <w:rPr>
            <w:rFonts w:ascii="Times New Roman" w:hAnsi="Times New Roman"/>
            <w:sz w:val="28"/>
            <w:szCs w:val="28"/>
            <w:lang w:eastAsia="ru-RU"/>
          </w:rPr>
          <w:t>от 30.03.2015 № 52н</w:t>
        </w:r>
      </w:hyperlink>
      <w:r>
        <w:t xml:space="preserve"> «</w:t>
      </w:r>
      <w:r>
        <w:rPr>
          <w:rFonts w:ascii="Times New Roman" w:hAnsi="Times New Roman"/>
          <w:sz w:val="28"/>
          <w:szCs w:val="28"/>
        </w:rPr>
        <w:t>Об утверждении форм первичных учетных документов и регистров бухгалтерского учета, применяемых органами государственной власти (государственными органами), органами местного самоуправления, органами управления государственными внебюджетными фондами, государственными (муниципальными) учреждениями, и Методических указаний по их применению» (далее – Приказ № 52н).</w:t>
      </w:r>
    </w:p>
    <w:p w:rsidR="00F70A7C" w:rsidRPr="00450F9E" w:rsidRDefault="00F70A7C" w:rsidP="00450F9E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450F9E">
        <w:rPr>
          <w:rFonts w:ascii="Times New Roman" w:hAnsi="Times New Roman"/>
          <w:b/>
          <w:bCs/>
          <w:sz w:val="28"/>
          <w:szCs w:val="28"/>
          <w:lang w:eastAsia="ru-RU"/>
        </w:rPr>
        <w:t>1. Общие положения</w:t>
      </w:r>
    </w:p>
    <w:p w:rsidR="00F70A7C" w:rsidRPr="00450F9E" w:rsidRDefault="00F70A7C" w:rsidP="00450F9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50F9E">
        <w:rPr>
          <w:rFonts w:ascii="Times New Roman" w:hAnsi="Times New Roman"/>
          <w:sz w:val="28"/>
          <w:szCs w:val="28"/>
          <w:lang w:eastAsia="ru-RU"/>
        </w:rPr>
        <w:t xml:space="preserve"> 1.1. Настоящий Порядок устанавливает правила проведения инвентаризации имущества, финансовых активов и обязательств </w:t>
      </w:r>
      <w:r>
        <w:rPr>
          <w:rFonts w:ascii="Times New Roman" w:hAnsi="Times New Roman"/>
          <w:sz w:val="28"/>
          <w:szCs w:val="28"/>
          <w:lang w:eastAsia="ru-RU"/>
        </w:rPr>
        <w:t>Администрации</w:t>
      </w:r>
      <w:r w:rsidRPr="00450F9E">
        <w:rPr>
          <w:rFonts w:ascii="Times New Roman" w:hAnsi="Times New Roman"/>
          <w:sz w:val="28"/>
          <w:szCs w:val="28"/>
          <w:lang w:eastAsia="ru-RU"/>
        </w:rPr>
        <w:t>, в том числе на забалансовых счетах, сроки ее проведения, перечень активов и обязательств, проверяемых при проведении инвентаризации.</w:t>
      </w:r>
    </w:p>
    <w:p w:rsidR="00F70A7C" w:rsidRPr="00450F9E" w:rsidRDefault="00F70A7C" w:rsidP="00450F9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50F9E">
        <w:rPr>
          <w:rFonts w:ascii="Times New Roman" w:hAnsi="Times New Roman"/>
          <w:sz w:val="28"/>
          <w:szCs w:val="28"/>
          <w:lang w:eastAsia="ru-RU"/>
        </w:rPr>
        <w:t xml:space="preserve"> 1.2. Инвентаризации подлежит все имущество </w:t>
      </w:r>
      <w:r>
        <w:rPr>
          <w:rFonts w:ascii="Times New Roman" w:hAnsi="Times New Roman"/>
          <w:sz w:val="28"/>
          <w:szCs w:val="28"/>
          <w:lang w:eastAsia="ru-RU"/>
        </w:rPr>
        <w:t>Администрации</w:t>
      </w:r>
      <w:r w:rsidRPr="00450F9E">
        <w:rPr>
          <w:rFonts w:ascii="Times New Roman" w:hAnsi="Times New Roman"/>
          <w:sz w:val="28"/>
          <w:szCs w:val="28"/>
          <w:lang w:eastAsia="ru-RU"/>
        </w:rPr>
        <w:t xml:space="preserve"> независимо от его местонахождения и все виды финансовых активов и обязательств</w:t>
      </w:r>
      <w:r>
        <w:rPr>
          <w:rFonts w:ascii="Times New Roman" w:hAnsi="Times New Roman"/>
          <w:sz w:val="28"/>
          <w:szCs w:val="28"/>
          <w:lang w:eastAsia="ru-RU"/>
        </w:rPr>
        <w:t>, включая</w:t>
      </w:r>
      <w:r w:rsidRPr="00450F9E">
        <w:rPr>
          <w:rFonts w:ascii="Times New Roman" w:hAnsi="Times New Roman"/>
          <w:sz w:val="28"/>
          <w:szCs w:val="28"/>
          <w:lang w:eastAsia="ru-RU"/>
        </w:rPr>
        <w:t xml:space="preserve"> имущество, находящееся на ответственном хранении </w:t>
      </w:r>
      <w:r>
        <w:rPr>
          <w:rFonts w:ascii="Times New Roman" w:hAnsi="Times New Roman"/>
          <w:sz w:val="28"/>
          <w:szCs w:val="28"/>
          <w:lang w:eastAsia="ru-RU"/>
        </w:rPr>
        <w:t>Администрации</w:t>
      </w:r>
      <w:r w:rsidRPr="00450F9E">
        <w:rPr>
          <w:rFonts w:ascii="Times New Roman" w:hAnsi="Times New Roman"/>
          <w:sz w:val="28"/>
          <w:szCs w:val="28"/>
          <w:lang w:eastAsia="ru-RU"/>
        </w:rPr>
        <w:t>.</w:t>
      </w:r>
    </w:p>
    <w:p w:rsidR="00F70A7C" w:rsidRPr="00450F9E" w:rsidRDefault="00F70A7C" w:rsidP="00450F9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50F9E">
        <w:rPr>
          <w:rFonts w:ascii="Times New Roman" w:hAnsi="Times New Roman"/>
          <w:sz w:val="28"/>
          <w:szCs w:val="28"/>
          <w:lang w:eastAsia="ru-RU"/>
        </w:rPr>
        <w:t> 1.3. Основными целями инвентаризации являются:</w:t>
      </w:r>
    </w:p>
    <w:p w:rsidR="00F70A7C" w:rsidRPr="00450F9E" w:rsidRDefault="00F70A7C" w:rsidP="00450F9E">
      <w:pPr>
        <w:numPr>
          <w:ilvl w:val="0"/>
          <w:numId w:val="1"/>
        </w:numPr>
        <w:tabs>
          <w:tab w:val="clear" w:pos="72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50F9E">
        <w:rPr>
          <w:rFonts w:ascii="Times New Roman" w:hAnsi="Times New Roman"/>
          <w:sz w:val="28"/>
          <w:szCs w:val="28"/>
          <w:lang w:eastAsia="ru-RU"/>
        </w:rPr>
        <w:t>выявление фактического наличия имущества;</w:t>
      </w:r>
    </w:p>
    <w:p w:rsidR="00F70A7C" w:rsidRPr="00450F9E" w:rsidRDefault="00F70A7C" w:rsidP="00450F9E">
      <w:pPr>
        <w:numPr>
          <w:ilvl w:val="0"/>
          <w:numId w:val="1"/>
        </w:numPr>
        <w:tabs>
          <w:tab w:val="clear" w:pos="72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50F9E">
        <w:rPr>
          <w:rFonts w:ascii="Times New Roman" w:hAnsi="Times New Roman"/>
          <w:sz w:val="28"/>
          <w:szCs w:val="28"/>
          <w:lang w:eastAsia="ru-RU"/>
        </w:rPr>
        <w:t>сопоставление фактического наличия с данными бухгалтерского учета;</w:t>
      </w:r>
    </w:p>
    <w:p w:rsidR="00F70A7C" w:rsidRPr="00450F9E" w:rsidRDefault="00F70A7C" w:rsidP="00450F9E">
      <w:pPr>
        <w:numPr>
          <w:ilvl w:val="0"/>
          <w:numId w:val="1"/>
        </w:numPr>
        <w:tabs>
          <w:tab w:val="clear" w:pos="72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50F9E">
        <w:rPr>
          <w:rFonts w:ascii="Times New Roman" w:hAnsi="Times New Roman"/>
          <w:sz w:val="28"/>
          <w:szCs w:val="28"/>
          <w:lang w:eastAsia="ru-RU"/>
        </w:rPr>
        <w:t>проверка полноты отражения в учете имущества, финансовых активов и обязательств;</w:t>
      </w:r>
    </w:p>
    <w:p w:rsidR="00F70A7C" w:rsidRPr="00450F9E" w:rsidRDefault="00F70A7C" w:rsidP="00450F9E">
      <w:pPr>
        <w:numPr>
          <w:ilvl w:val="0"/>
          <w:numId w:val="1"/>
        </w:numPr>
        <w:tabs>
          <w:tab w:val="clear" w:pos="72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50F9E">
        <w:rPr>
          <w:rFonts w:ascii="Times New Roman" w:hAnsi="Times New Roman"/>
          <w:sz w:val="28"/>
          <w:szCs w:val="28"/>
          <w:lang w:eastAsia="ru-RU"/>
        </w:rPr>
        <w:t>документальное подтверждение наличия имущества, финансовых активов и обязательств;</w:t>
      </w:r>
    </w:p>
    <w:p w:rsidR="00F70A7C" w:rsidRPr="00450F9E" w:rsidRDefault="00F70A7C" w:rsidP="00450F9E">
      <w:pPr>
        <w:numPr>
          <w:ilvl w:val="0"/>
          <w:numId w:val="1"/>
        </w:numPr>
        <w:tabs>
          <w:tab w:val="clear" w:pos="72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50F9E">
        <w:rPr>
          <w:rFonts w:ascii="Times New Roman" w:hAnsi="Times New Roman"/>
          <w:sz w:val="28"/>
          <w:szCs w:val="28"/>
          <w:lang w:eastAsia="ru-RU"/>
        </w:rPr>
        <w:t>определение фактического состояния имущества и его оценка;</w:t>
      </w:r>
    </w:p>
    <w:p w:rsidR="00F70A7C" w:rsidRPr="00450F9E" w:rsidRDefault="00F70A7C" w:rsidP="00450F9E">
      <w:pPr>
        <w:numPr>
          <w:ilvl w:val="0"/>
          <w:numId w:val="1"/>
        </w:numPr>
        <w:tabs>
          <w:tab w:val="clear" w:pos="72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50F9E">
        <w:rPr>
          <w:rFonts w:ascii="Times New Roman" w:hAnsi="Times New Roman"/>
          <w:sz w:val="28"/>
          <w:szCs w:val="28"/>
          <w:lang w:eastAsia="ru-RU"/>
        </w:rPr>
        <w:t>выявление признаков обесценения активов.</w:t>
      </w:r>
    </w:p>
    <w:p w:rsidR="00F70A7C" w:rsidRPr="00450F9E" w:rsidRDefault="00F70A7C" w:rsidP="00450F9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50F9E">
        <w:rPr>
          <w:rFonts w:ascii="Times New Roman" w:hAnsi="Times New Roman"/>
          <w:sz w:val="28"/>
          <w:szCs w:val="28"/>
          <w:lang w:eastAsia="ru-RU"/>
        </w:rPr>
        <w:t>1.4. Проведение инвентаризации обязательно:</w:t>
      </w:r>
    </w:p>
    <w:p w:rsidR="00F70A7C" w:rsidRPr="00450F9E" w:rsidRDefault="00F70A7C" w:rsidP="00450F9E">
      <w:pPr>
        <w:numPr>
          <w:ilvl w:val="0"/>
          <w:numId w:val="2"/>
        </w:numPr>
        <w:tabs>
          <w:tab w:val="clear" w:pos="72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50F9E">
        <w:rPr>
          <w:rFonts w:ascii="Times New Roman" w:hAnsi="Times New Roman"/>
          <w:sz w:val="28"/>
          <w:szCs w:val="28"/>
          <w:lang w:eastAsia="ru-RU"/>
        </w:rPr>
        <w:t>при передаче имущества в аренду, выкупе, продаже;</w:t>
      </w:r>
    </w:p>
    <w:p w:rsidR="00F70A7C" w:rsidRPr="00450F9E" w:rsidRDefault="00F70A7C" w:rsidP="00450F9E">
      <w:pPr>
        <w:numPr>
          <w:ilvl w:val="0"/>
          <w:numId w:val="2"/>
        </w:numPr>
        <w:tabs>
          <w:tab w:val="clear" w:pos="72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50F9E">
        <w:rPr>
          <w:rFonts w:ascii="Times New Roman" w:hAnsi="Times New Roman"/>
          <w:sz w:val="28"/>
          <w:szCs w:val="28"/>
          <w:lang w:eastAsia="ru-RU"/>
        </w:rPr>
        <w:t>перед составлением годовой отчетности (кроме имущества, инвентаризация которого проводилась не ранее 1 октября отчетного года);</w:t>
      </w:r>
    </w:p>
    <w:p w:rsidR="00F70A7C" w:rsidRPr="00450F9E" w:rsidRDefault="00F70A7C" w:rsidP="00450F9E">
      <w:pPr>
        <w:numPr>
          <w:ilvl w:val="0"/>
          <w:numId w:val="2"/>
        </w:numPr>
        <w:tabs>
          <w:tab w:val="clear" w:pos="72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50F9E">
        <w:rPr>
          <w:rFonts w:ascii="Times New Roman" w:hAnsi="Times New Roman"/>
          <w:sz w:val="28"/>
          <w:szCs w:val="28"/>
          <w:lang w:eastAsia="ru-RU"/>
        </w:rPr>
        <w:t>при смене ответственных лиц;</w:t>
      </w:r>
    </w:p>
    <w:p w:rsidR="00F70A7C" w:rsidRPr="00450F9E" w:rsidRDefault="00F70A7C" w:rsidP="00450F9E">
      <w:pPr>
        <w:numPr>
          <w:ilvl w:val="0"/>
          <w:numId w:val="2"/>
        </w:numPr>
        <w:tabs>
          <w:tab w:val="clear" w:pos="72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50F9E">
        <w:rPr>
          <w:rFonts w:ascii="Times New Roman" w:hAnsi="Times New Roman"/>
          <w:sz w:val="28"/>
          <w:szCs w:val="28"/>
          <w:lang w:eastAsia="ru-RU"/>
        </w:rPr>
        <w:t>при выявлении фактов хищения, злоупотребления или порчи имущества (немедленно по установлении таких фактов);</w:t>
      </w:r>
    </w:p>
    <w:p w:rsidR="00F70A7C" w:rsidRPr="00450F9E" w:rsidRDefault="00F70A7C" w:rsidP="00450F9E">
      <w:pPr>
        <w:numPr>
          <w:ilvl w:val="0"/>
          <w:numId w:val="2"/>
        </w:numPr>
        <w:tabs>
          <w:tab w:val="clear" w:pos="72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50F9E">
        <w:rPr>
          <w:rFonts w:ascii="Times New Roman" w:hAnsi="Times New Roman"/>
          <w:sz w:val="28"/>
          <w:szCs w:val="28"/>
          <w:lang w:eastAsia="ru-RU"/>
        </w:rPr>
        <w:t>в случае стихийного бедствия, пожара и других чрезвычайных ситуаций, вызванных экстремальными условиями (сразу же по окончании пожара или стихийного бедствия);</w:t>
      </w:r>
    </w:p>
    <w:p w:rsidR="00F70A7C" w:rsidRPr="00450F9E" w:rsidRDefault="00F70A7C" w:rsidP="00450F9E">
      <w:pPr>
        <w:numPr>
          <w:ilvl w:val="0"/>
          <w:numId w:val="2"/>
        </w:numPr>
        <w:tabs>
          <w:tab w:val="clear" w:pos="72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50F9E">
        <w:rPr>
          <w:rFonts w:ascii="Times New Roman" w:hAnsi="Times New Roman"/>
          <w:sz w:val="28"/>
          <w:szCs w:val="28"/>
          <w:lang w:eastAsia="ru-RU"/>
        </w:rPr>
        <w:t xml:space="preserve">при реорганизации; </w:t>
      </w:r>
    </w:p>
    <w:p w:rsidR="00F70A7C" w:rsidRDefault="00F70A7C" w:rsidP="00450F9E">
      <w:pPr>
        <w:numPr>
          <w:ilvl w:val="0"/>
          <w:numId w:val="2"/>
        </w:numPr>
        <w:tabs>
          <w:tab w:val="clear" w:pos="72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50F9E">
        <w:rPr>
          <w:rFonts w:ascii="Times New Roman" w:hAnsi="Times New Roman"/>
          <w:sz w:val="28"/>
          <w:szCs w:val="28"/>
          <w:lang w:eastAsia="ru-RU"/>
        </w:rPr>
        <w:t>в других случаях, предусмотренных действующим законодательством.</w:t>
      </w:r>
    </w:p>
    <w:p w:rsidR="00F70A7C" w:rsidRPr="00450F9E" w:rsidRDefault="00F70A7C" w:rsidP="00450F9E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450F9E">
        <w:rPr>
          <w:rFonts w:ascii="Times New Roman" w:hAnsi="Times New Roman"/>
          <w:b/>
          <w:bCs/>
          <w:sz w:val="28"/>
          <w:szCs w:val="28"/>
          <w:lang w:eastAsia="ru-RU"/>
        </w:rPr>
        <w:t>2. Общий порядок и сроки проведения инвентаризации</w:t>
      </w:r>
    </w:p>
    <w:p w:rsidR="00F70A7C" w:rsidRPr="00450F9E" w:rsidRDefault="00F70A7C" w:rsidP="00450F9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50F9E">
        <w:rPr>
          <w:rFonts w:ascii="Times New Roman" w:hAnsi="Times New Roman"/>
          <w:sz w:val="28"/>
          <w:szCs w:val="28"/>
          <w:lang w:eastAsia="ru-RU"/>
        </w:rPr>
        <w:t xml:space="preserve"> 2.1. Для проведения инвентаризации в </w:t>
      </w:r>
      <w:r>
        <w:rPr>
          <w:rFonts w:ascii="Times New Roman" w:hAnsi="Times New Roman"/>
          <w:sz w:val="28"/>
          <w:szCs w:val="28"/>
          <w:lang w:eastAsia="ru-RU"/>
        </w:rPr>
        <w:t>Администрации</w:t>
      </w:r>
      <w:r w:rsidRPr="00450F9E">
        <w:rPr>
          <w:rFonts w:ascii="Times New Roman" w:hAnsi="Times New Roman"/>
          <w:sz w:val="28"/>
          <w:szCs w:val="28"/>
          <w:lang w:eastAsia="ru-RU"/>
        </w:rPr>
        <w:t xml:space="preserve"> создается постоянно действующая инвентаризационная комиссия.</w:t>
      </w:r>
    </w:p>
    <w:p w:rsidR="00F70A7C" w:rsidRPr="00450F9E" w:rsidRDefault="00F70A7C" w:rsidP="00450F9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50F9E">
        <w:rPr>
          <w:rFonts w:ascii="Times New Roman" w:hAnsi="Times New Roman"/>
          <w:sz w:val="28"/>
          <w:szCs w:val="28"/>
          <w:lang w:eastAsia="ru-RU"/>
        </w:rPr>
        <w:t>Персональный состав постоянно действующих инвентар</w:t>
      </w:r>
      <w:r>
        <w:rPr>
          <w:rFonts w:ascii="Times New Roman" w:hAnsi="Times New Roman"/>
          <w:sz w:val="28"/>
          <w:szCs w:val="28"/>
          <w:lang w:eastAsia="ru-RU"/>
        </w:rPr>
        <w:t>изационных комиссий утверждает Р</w:t>
      </w:r>
      <w:r w:rsidRPr="00450F9E">
        <w:rPr>
          <w:rFonts w:ascii="Times New Roman" w:hAnsi="Times New Roman"/>
          <w:sz w:val="28"/>
          <w:szCs w:val="28"/>
          <w:lang w:eastAsia="ru-RU"/>
        </w:rPr>
        <w:t xml:space="preserve">уководитель </w:t>
      </w:r>
      <w:r>
        <w:rPr>
          <w:rFonts w:ascii="Times New Roman" w:hAnsi="Times New Roman"/>
          <w:sz w:val="28"/>
          <w:szCs w:val="28"/>
          <w:lang w:eastAsia="ru-RU"/>
        </w:rPr>
        <w:t>Администрации</w:t>
      </w:r>
      <w:r w:rsidRPr="00450F9E">
        <w:rPr>
          <w:rFonts w:ascii="Times New Roman" w:hAnsi="Times New Roman"/>
          <w:sz w:val="28"/>
          <w:szCs w:val="28"/>
          <w:lang w:eastAsia="ru-RU"/>
        </w:rPr>
        <w:t>.</w:t>
      </w:r>
    </w:p>
    <w:p w:rsidR="00F70A7C" w:rsidRPr="00450F9E" w:rsidRDefault="00F70A7C" w:rsidP="00450F9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50F9E">
        <w:rPr>
          <w:rFonts w:ascii="Times New Roman" w:hAnsi="Times New Roman"/>
          <w:sz w:val="28"/>
          <w:szCs w:val="28"/>
          <w:lang w:eastAsia="ru-RU"/>
        </w:rPr>
        <w:t xml:space="preserve">В состав инвентаризационной комиссии включают представителей </w:t>
      </w:r>
      <w:r>
        <w:rPr>
          <w:rFonts w:ascii="Times New Roman" w:hAnsi="Times New Roman"/>
          <w:sz w:val="28"/>
          <w:szCs w:val="28"/>
          <w:lang w:eastAsia="ru-RU"/>
        </w:rPr>
        <w:t>руководства</w:t>
      </w:r>
      <w:r w:rsidRPr="00450F9E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Администрации</w:t>
      </w:r>
      <w:r w:rsidRPr="00450F9E">
        <w:rPr>
          <w:rFonts w:ascii="Times New Roman" w:hAnsi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/>
          <w:sz w:val="28"/>
          <w:szCs w:val="28"/>
          <w:lang w:eastAsia="ru-RU"/>
        </w:rPr>
        <w:t>бухгалтерии</w:t>
      </w:r>
      <w:r w:rsidRPr="00450F9E">
        <w:rPr>
          <w:rFonts w:ascii="Times New Roman" w:hAnsi="Times New Roman"/>
          <w:sz w:val="28"/>
          <w:szCs w:val="28"/>
          <w:lang w:eastAsia="ru-RU"/>
        </w:rPr>
        <w:t>, других специалистов.</w:t>
      </w:r>
    </w:p>
    <w:p w:rsidR="00F70A7C" w:rsidRPr="00450F9E" w:rsidRDefault="00F70A7C" w:rsidP="00450F9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50F9E">
        <w:rPr>
          <w:rFonts w:ascii="Times New Roman" w:hAnsi="Times New Roman"/>
          <w:sz w:val="28"/>
          <w:szCs w:val="28"/>
          <w:lang w:eastAsia="ru-RU"/>
        </w:rPr>
        <w:t xml:space="preserve"> 2.2. Инвентаризации подлежит имущество </w:t>
      </w:r>
      <w:r>
        <w:rPr>
          <w:rFonts w:ascii="Times New Roman" w:hAnsi="Times New Roman"/>
          <w:sz w:val="28"/>
          <w:szCs w:val="28"/>
          <w:lang w:eastAsia="ru-RU"/>
        </w:rPr>
        <w:t>Администрации</w:t>
      </w:r>
      <w:r w:rsidRPr="00450F9E">
        <w:rPr>
          <w:rFonts w:ascii="Times New Roman" w:hAnsi="Times New Roman"/>
          <w:sz w:val="28"/>
          <w:szCs w:val="28"/>
          <w:lang w:eastAsia="ru-RU"/>
        </w:rPr>
        <w:t>, вложения в него на счете 106.00 «Вложения в нефинансовые активы», а также следующие финансовые активы, обязательства и финансовые результаты:</w:t>
      </w:r>
    </w:p>
    <w:p w:rsidR="00F70A7C" w:rsidRPr="00450F9E" w:rsidRDefault="00F70A7C" w:rsidP="00450F9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50F9E">
        <w:rPr>
          <w:rFonts w:ascii="Times New Roman" w:hAnsi="Times New Roman"/>
          <w:sz w:val="28"/>
          <w:szCs w:val="28"/>
          <w:lang w:eastAsia="ru-RU"/>
        </w:rPr>
        <w:t>- средства на счетах бюджета – счет 202.00.000;</w:t>
      </w:r>
    </w:p>
    <w:p w:rsidR="00F70A7C" w:rsidRPr="00450F9E" w:rsidRDefault="00F70A7C" w:rsidP="00450F9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50F9E">
        <w:rPr>
          <w:rFonts w:ascii="Times New Roman" w:hAnsi="Times New Roman"/>
          <w:sz w:val="28"/>
          <w:szCs w:val="28"/>
          <w:lang w:eastAsia="ru-RU"/>
        </w:rPr>
        <w:t>- с</w:t>
      </w:r>
      <w:r w:rsidRPr="00450F9E">
        <w:rPr>
          <w:rFonts w:ascii="Times New Roman" w:hAnsi="Times New Roman"/>
          <w:sz w:val="28"/>
          <w:szCs w:val="28"/>
        </w:rPr>
        <w:t>редства на счетах органа, осуществляющего кассовое обслуживание - счет  203.00.000;</w:t>
      </w:r>
    </w:p>
    <w:p w:rsidR="00F70A7C" w:rsidRDefault="00F70A7C" w:rsidP="00450F9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50F9E">
        <w:rPr>
          <w:rFonts w:ascii="Times New Roman" w:hAnsi="Times New Roman"/>
          <w:sz w:val="28"/>
          <w:szCs w:val="28"/>
          <w:lang w:eastAsia="ru-RU"/>
        </w:rPr>
        <w:t>– расчеты по доходам – счет 205.00.000;</w:t>
      </w:r>
    </w:p>
    <w:p w:rsidR="00F70A7C" w:rsidRPr="00450F9E" w:rsidRDefault="00F70A7C" w:rsidP="00450F9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50F9E">
        <w:rPr>
          <w:rFonts w:ascii="Times New Roman" w:hAnsi="Times New Roman"/>
          <w:sz w:val="28"/>
          <w:szCs w:val="28"/>
          <w:lang w:eastAsia="ru-RU"/>
        </w:rPr>
        <w:t>– расчеты по выданным авансам – счет 206.00.000;</w:t>
      </w:r>
    </w:p>
    <w:p w:rsidR="00F70A7C" w:rsidRPr="00450F9E" w:rsidRDefault="00F70A7C" w:rsidP="00450F9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Pr="00450F9E">
        <w:rPr>
          <w:rFonts w:ascii="Times New Roman" w:hAnsi="Times New Roman"/>
          <w:sz w:val="28"/>
          <w:szCs w:val="28"/>
          <w:lang w:eastAsia="ru-RU"/>
        </w:rPr>
        <w:t xml:space="preserve"> расчеты по кредитам, займам (ссудам) -  счет 207.00.000;</w:t>
      </w:r>
    </w:p>
    <w:p w:rsidR="00F70A7C" w:rsidRPr="00450F9E" w:rsidRDefault="00F70A7C" w:rsidP="00450F9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50F9E">
        <w:rPr>
          <w:rFonts w:ascii="Times New Roman" w:hAnsi="Times New Roman"/>
          <w:sz w:val="28"/>
          <w:szCs w:val="28"/>
          <w:lang w:eastAsia="ru-RU"/>
        </w:rPr>
        <w:t>– расчеты с подотчетными лицами – счет 208.00.000;</w:t>
      </w:r>
    </w:p>
    <w:p w:rsidR="00F70A7C" w:rsidRDefault="00F70A7C" w:rsidP="003F43A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50F9E">
        <w:rPr>
          <w:rFonts w:ascii="Times New Roman" w:hAnsi="Times New Roman"/>
          <w:sz w:val="28"/>
          <w:szCs w:val="28"/>
          <w:lang w:eastAsia="ru-RU"/>
        </w:rPr>
        <w:t>– расчеты по ущербу имуществу и иным доходам – счет 209.00.000;</w:t>
      </w:r>
      <w:r w:rsidRPr="003F43AE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F70A7C" w:rsidRDefault="00F70A7C" w:rsidP="003F43A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50F9E">
        <w:rPr>
          <w:rFonts w:ascii="Times New Roman" w:hAnsi="Times New Roman"/>
          <w:sz w:val="28"/>
          <w:szCs w:val="28"/>
          <w:lang w:eastAsia="ru-RU"/>
        </w:rPr>
        <w:t>– расчеты с кредиторами по долговым обязательствам – счет 301.00.000;</w:t>
      </w:r>
    </w:p>
    <w:p w:rsidR="00F70A7C" w:rsidRPr="00450F9E" w:rsidRDefault="00F70A7C" w:rsidP="00450F9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50F9E">
        <w:rPr>
          <w:rFonts w:ascii="Times New Roman" w:hAnsi="Times New Roman"/>
          <w:sz w:val="28"/>
          <w:szCs w:val="28"/>
          <w:lang w:eastAsia="ru-RU"/>
        </w:rPr>
        <w:t>– расчеты по принятым обязательствам – счет 302.00.000;</w:t>
      </w:r>
    </w:p>
    <w:p w:rsidR="00F70A7C" w:rsidRPr="00450F9E" w:rsidRDefault="00F70A7C" w:rsidP="00450F9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50F9E">
        <w:rPr>
          <w:rFonts w:ascii="Times New Roman" w:hAnsi="Times New Roman"/>
          <w:sz w:val="28"/>
          <w:szCs w:val="28"/>
          <w:lang w:eastAsia="ru-RU"/>
        </w:rPr>
        <w:t>– расчеты по платежам в бюджеты – счет 303.00.000;</w:t>
      </w:r>
    </w:p>
    <w:p w:rsidR="00F70A7C" w:rsidRPr="00450F9E" w:rsidRDefault="00F70A7C" w:rsidP="00450F9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50F9E">
        <w:rPr>
          <w:rFonts w:ascii="Times New Roman" w:hAnsi="Times New Roman"/>
          <w:sz w:val="28"/>
          <w:szCs w:val="28"/>
          <w:lang w:eastAsia="ru-RU"/>
        </w:rPr>
        <w:t>– прочие расчеты с кредиторами – счет 304.00.000;</w:t>
      </w:r>
    </w:p>
    <w:p w:rsidR="00F70A7C" w:rsidRPr="00450F9E" w:rsidRDefault="00F70A7C" w:rsidP="00450F9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50F9E">
        <w:rPr>
          <w:rFonts w:ascii="Times New Roman" w:hAnsi="Times New Roman"/>
          <w:sz w:val="28"/>
          <w:szCs w:val="28"/>
          <w:lang w:eastAsia="ru-RU"/>
        </w:rPr>
        <w:t>– доходы будущих периодов – счет 401.40.000;</w:t>
      </w:r>
    </w:p>
    <w:p w:rsidR="00F70A7C" w:rsidRPr="00450F9E" w:rsidRDefault="00F70A7C" w:rsidP="00450F9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50F9E">
        <w:rPr>
          <w:rFonts w:ascii="Times New Roman" w:hAnsi="Times New Roman"/>
          <w:sz w:val="28"/>
          <w:szCs w:val="28"/>
          <w:lang w:eastAsia="ru-RU"/>
        </w:rPr>
        <w:t>– расходы будущих периодов – счет 401.50.000;</w:t>
      </w:r>
    </w:p>
    <w:p w:rsidR="00F70A7C" w:rsidRPr="00450F9E" w:rsidRDefault="00F70A7C" w:rsidP="00450F9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50F9E">
        <w:rPr>
          <w:rFonts w:ascii="Times New Roman" w:hAnsi="Times New Roman"/>
          <w:sz w:val="28"/>
          <w:szCs w:val="28"/>
          <w:lang w:eastAsia="ru-RU"/>
        </w:rPr>
        <w:t>– резервы предстоящих расходов – счет 401.60.000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F70A7C" w:rsidRPr="00450F9E" w:rsidRDefault="00F70A7C" w:rsidP="00450F9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50F9E">
        <w:rPr>
          <w:rFonts w:ascii="Times New Roman" w:hAnsi="Times New Roman"/>
          <w:sz w:val="28"/>
          <w:szCs w:val="28"/>
          <w:lang w:eastAsia="ru-RU"/>
        </w:rPr>
        <w:t>2.3. Сроки проведения инвентаризаций устан</w:t>
      </w:r>
      <w:r>
        <w:rPr>
          <w:rFonts w:ascii="Times New Roman" w:hAnsi="Times New Roman"/>
          <w:sz w:val="28"/>
          <w:szCs w:val="28"/>
          <w:lang w:eastAsia="ru-RU"/>
        </w:rPr>
        <w:t>а</w:t>
      </w:r>
      <w:r w:rsidRPr="00450F9E">
        <w:rPr>
          <w:rFonts w:ascii="Times New Roman" w:hAnsi="Times New Roman"/>
          <w:sz w:val="28"/>
          <w:szCs w:val="28"/>
          <w:lang w:eastAsia="ru-RU"/>
        </w:rPr>
        <w:t>вл</w:t>
      </w:r>
      <w:r>
        <w:rPr>
          <w:rFonts w:ascii="Times New Roman" w:hAnsi="Times New Roman"/>
          <w:sz w:val="28"/>
          <w:szCs w:val="28"/>
          <w:lang w:eastAsia="ru-RU"/>
        </w:rPr>
        <w:t>иваются приказами Руководителя Администрации</w:t>
      </w:r>
      <w:r w:rsidRPr="00450F9E">
        <w:rPr>
          <w:rFonts w:ascii="Times New Roman" w:hAnsi="Times New Roman"/>
          <w:sz w:val="28"/>
          <w:szCs w:val="28"/>
          <w:lang w:eastAsia="ru-RU"/>
        </w:rPr>
        <w:t>.</w:t>
      </w:r>
    </w:p>
    <w:p w:rsidR="00F70A7C" w:rsidRPr="00450F9E" w:rsidRDefault="00F70A7C" w:rsidP="00450F9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50F9E">
        <w:rPr>
          <w:rFonts w:ascii="Times New Roman" w:hAnsi="Times New Roman"/>
          <w:sz w:val="28"/>
          <w:szCs w:val="28"/>
          <w:lang w:eastAsia="ru-RU"/>
        </w:rPr>
        <w:t>2.4. До начала проверки фактического наличия имущества инвентаризационной комиссии надлежит получить приходные и расходные документы или отчеты о движении материальных ценностей и денежных средств, не сданные и не учтенные Бухгалтерией на момент проведения инвентаризации.</w:t>
      </w:r>
    </w:p>
    <w:p w:rsidR="00F70A7C" w:rsidRPr="00450F9E" w:rsidRDefault="00F70A7C" w:rsidP="00450F9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50F9E">
        <w:rPr>
          <w:rFonts w:ascii="Times New Roman" w:hAnsi="Times New Roman"/>
          <w:sz w:val="28"/>
          <w:szCs w:val="28"/>
          <w:lang w:eastAsia="ru-RU"/>
        </w:rPr>
        <w:t>Председатель инвентаризационной комиссии визирует все приходные и расходные документы, приложенные к реестрам (отчетам), с указанием «до инвентаризации на"___"» (дата). Это служит основанием для определения остатков имущества к началу инвентаризации по учетным данным.</w:t>
      </w:r>
    </w:p>
    <w:p w:rsidR="00F70A7C" w:rsidRPr="00450F9E" w:rsidRDefault="00F70A7C" w:rsidP="00450F9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50F9E">
        <w:rPr>
          <w:rFonts w:ascii="Times New Roman" w:hAnsi="Times New Roman"/>
          <w:sz w:val="28"/>
          <w:szCs w:val="28"/>
          <w:lang w:eastAsia="ru-RU"/>
        </w:rPr>
        <w:t>2.5. Ответственные лица дают расписки о том, что к началу инвентаризации все расходные и приходные документы на имущество сданы в Бухгалтерию или переданы комиссии и все ценности, поступившие на их ответственность, оприходованы, а выбывшие 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50F9E">
        <w:rPr>
          <w:rFonts w:ascii="Times New Roman" w:hAnsi="Times New Roman"/>
          <w:sz w:val="28"/>
          <w:szCs w:val="28"/>
          <w:lang w:eastAsia="ru-RU"/>
        </w:rPr>
        <w:t xml:space="preserve">– списаны в расход. Аналогичные расписки дают </w:t>
      </w:r>
      <w:r>
        <w:rPr>
          <w:rFonts w:ascii="Times New Roman" w:hAnsi="Times New Roman"/>
          <w:sz w:val="28"/>
          <w:szCs w:val="28"/>
          <w:lang w:eastAsia="ru-RU"/>
        </w:rPr>
        <w:t>служащие</w:t>
      </w:r>
      <w:r w:rsidRPr="00450F9E">
        <w:rPr>
          <w:rFonts w:ascii="Times New Roman" w:hAnsi="Times New Roman"/>
          <w:sz w:val="28"/>
          <w:szCs w:val="28"/>
          <w:lang w:eastAsia="ru-RU"/>
        </w:rPr>
        <w:t>, имеющие подотчетные суммы на приобретение или доверенности на получение имущества.</w:t>
      </w:r>
    </w:p>
    <w:p w:rsidR="00F70A7C" w:rsidRPr="00450F9E" w:rsidRDefault="00F70A7C" w:rsidP="00450F9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50F9E">
        <w:rPr>
          <w:rFonts w:ascii="Times New Roman" w:hAnsi="Times New Roman"/>
          <w:sz w:val="28"/>
          <w:szCs w:val="28"/>
          <w:lang w:eastAsia="ru-RU"/>
        </w:rPr>
        <w:t> 2.6. Фактическое наличие имущества при инвентаризации определяют путем обязательного подсчета. </w:t>
      </w:r>
    </w:p>
    <w:p w:rsidR="00F70A7C" w:rsidRPr="00450F9E" w:rsidRDefault="00F70A7C" w:rsidP="00450F9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50F9E">
        <w:rPr>
          <w:rFonts w:ascii="Times New Roman" w:hAnsi="Times New Roman"/>
          <w:sz w:val="28"/>
          <w:szCs w:val="28"/>
          <w:lang w:eastAsia="ru-RU"/>
        </w:rPr>
        <w:t>2.7. Проверка фактического наличия имущества производится при обязательном участии ответственных лиц.</w:t>
      </w:r>
    </w:p>
    <w:p w:rsidR="00F70A7C" w:rsidRPr="00450F9E" w:rsidRDefault="00F70A7C" w:rsidP="00450F9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50F9E">
        <w:rPr>
          <w:rFonts w:ascii="Times New Roman" w:hAnsi="Times New Roman"/>
          <w:sz w:val="28"/>
          <w:szCs w:val="28"/>
          <w:lang w:eastAsia="ru-RU"/>
        </w:rPr>
        <w:t xml:space="preserve"> 2.8. Для оформления инвентаризации комиссия применяет следующие формы, утвержденные </w:t>
      </w:r>
      <w:hyperlink r:id="rId10" w:anchor="/document/99/420266549/ZA00MAO2N0/" w:history="1">
        <w:r w:rsidRPr="00450F9E">
          <w:rPr>
            <w:rFonts w:ascii="Times New Roman" w:hAnsi="Times New Roman"/>
            <w:sz w:val="28"/>
            <w:szCs w:val="28"/>
            <w:lang w:eastAsia="ru-RU"/>
          </w:rPr>
          <w:t>приказом Минфина от 30.03.2015 № 52н</w:t>
        </w:r>
      </w:hyperlink>
      <w:r w:rsidRPr="00450F9E">
        <w:rPr>
          <w:rFonts w:ascii="Times New Roman" w:hAnsi="Times New Roman"/>
          <w:sz w:val="28"/>
          <w:szCs w:val="28"/>
          <w:lang w:eastAsia="ru-RU"/>
        </w:rPr>
        <w:t>:</w:t>
      </w:r>
    </w:p>
    <w:p w:rsidR="00F70A7C" w:rsidRDefault="00F70A7C" w:rsidP="00450F9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50F9E">
        <w:rPr>
          <w:rFonts w:ascii="Times New Roman" w:hAnsi="Times New Roman"/>
          <w:sz w:val="28"/>
          <w:szCs w:val="28"/>
          <w:lang w:eastAsia="ru-RU"/>
        </w:rPr>
        <w:t>– инвентаризационная опись остатков на счетах учета денежных средств (</w:t>
      </w:r>
      <w:hyperlink r:id="rId11" w:anchor="/document/140/26824/" w:tooltip="Инвентаризационная опись остатков на счетах учета денежных средств (ф. 0504082)" w:history="1">
        <w:r w:rsidRPr="00450F9E">
          <w:rPr>
            <w:rFonts w:ascii="Times New Roman" w:hAnsi="Times New Roman"/>
            <w:sz w:val="28"/>
            <w:szCs w:val="28"/>
            <w:lang w:eastAsia="ru-RU"/>
          </w:rPr>
          <w:t>ф. 0504082</w:t>
        </w:r>
      </w:hyperlink>
      <w:r w:rsidRPr="00450F9E">
        <w:rPr>
          <w:rFonts w:ascii="Times New Roman" w:hAnsi="Times New Roman"/>
          <w:sz w:val="28"/>
          <w:szCs w:val="28"/>
          <w:lang w:eastAsia="ru-RU"/>
        </w:rPr>
        <w:t>);</w:t>
      </w:r>
    </w:p>
    <w:p w:rsidR="00F70A7C" w:rsidRDefault="00F70A7C" w:rsidP="00574A8D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инвентаризационная опись задолженности по кредитам, займам (ссудам) </w:t>
      </w:r>
      <w:hyperlink r:id="rId12" w:history="1">
        <w:r w:rsidRPr="00574A8D">
          <w:rPr>
            <w:rFonts w:ascii="Times New Roman" w:hAnsi="Times New Roman"/>
            <w:sz w:val="28"/>
            <w:szCs w:val="28"/>
          </w:rPr>
          <w:t>(форма 0504083)</w:t>
        </w:r>
      </w:hyperlink>
      <w:r>
        <w:rPr>
          <w:rFonts w:ascii="Times New Roman" w:hAnsi="Times New Roman"/>
          <w:sz w:val="28"/>
          <w:szCs w:val="28"/>
        </w:rPr>
        <w:t>;</w:t>
      </w:r>
    </w:p>
    <w:p w:rsidR="00F70A7C" w:rsidRDefault="00F70A7C" w:rsidP="00574A8D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инвентаризационная опись состояния государственного долга Российской Федерации в ценных бумагах </w:t>
      </w:r>
      <w:hyperlink r:id="rId13" w:history="1">
        <w:r w:rsidRPr="00574A8D">
          <w:rPr>
            <w:rFonts w:ascii="Times New Roman" w:hAnsi="Times New Roman"/>
            <w:sz w:val="28"/>
            <w:szCs w:val="28"/>
          </w:rPr>
          <w:t>(форма 0504084)</w:t>
        </w:r>
      </w:hyperlink>
      <w:r>
        <w:rPr>
          <w:rFonts w:ascii="Times New Roman" w:hAnsi="Times New Roman"/>
          <w:sz w:val="28"/>
          <w:szCs w:val="28"/>
        </w:rPr>
        <w:t>;</w:t>
      </w:r>
    </w:p>
    <w:p w:rsidR="00F70A7C" w:rsidRPr="00574A8D" w:rsidRDefault="00F70A7C" w:rsidP="00574A8D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инвентаризационная опись состояния государственного долга Российской Федерации по полученным кредитам и предоставленным гарантиям </w:t>
      </w:r>
      <w:hyperlink r:id="rId14" w:history="1">
        <w:r w:rsidRPr="00574A8D">
          <w:rPr>
            <w:rFonts w:ascii="Times New Roman" w:hAnsi="Times New Roman"/>
            <w:sz w:val="28"/>
            <w:szCs w:val="28"/>
          </w:rPr>
          <w:t>(форма 0504085)</w:t>
        </w:r>
      </w:hyperlink>
      <w:r w:rsidRPr="00574A8D">
        <w:rPr>
          <w:rFonts w:ascii="Times New Roman" w:hAnsi="Times New Roman"/>
          <w:sz w:val="28"/>
          <w:szCs w:val="28"/>
        </w:rPr>
        <w:t>;</w:t>
      </w:r>
    </w:p>
    <w:p w:rsidR="00F70A7C" w:rsidRPr="00450F9E" w:rsidRDefault="00F70A7C" w:rsidP="00450F9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50F9E">
        <w:rPr>
          <w:rFonts w:ascii="Times New Roman" w:hAnsi="Times New Roman"/>
          <w:sz w:val="28"/>
          <w:szCs w:val="28"/>
          <w:lang w:eastAsia="ru-RU"/>
        </w:rPr>
        <w:t>– инвентаризационная опись (сличительная ведомость) бланков строгой отчетности и денежных документов (</w:t>
      </w:r>
      <w:hyperlink r:id="rId15" w:anchor="/document/140/26297/" w:tooltip="Инвентаризационная опись (сличительная ведомость) бланков строгой отчетности и денежных документов (ф. 0504086)" w:history="1">
        <w:r w:rsidRPr="00450F9E">
          <w:rPr>
            <w:rFonts w:ascii="Times New Roman" w:hAnsi="Times New Roman"/>
            <w:sz w:val="28"/>
            <w:szCs w:val="28"/>
            <w:lang w:eastAsia="ru-RU"/>
          </w:rPr>
          <w:t>ф. 0504086</w:t>
        </w:r>
      </w:hyperlink>
      <w:r w:rsidRPr="00450F9E">
        <w:rPr>
          <w:rFonts w:ascii="Times New Roman" w:hAnsi="Times New Roman"/>
          <w:sz w:val="28"/>
          <w:szCs w:val="28"/>
          <w:lang w:eastAsia="ru-RU"/>
        </w:rPr>
        <w:t>);</w:t>
      </w:r>
    </w:p>
    <w:p w:rsidR="00F70A7C" w:rsidRPr="00450F9E" w:rsidRDefault="00F70A7C" w:rsidP="00450F9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50F9E">
        <w:rPr>
          <w:rFonts w:ascii="Times New Roman" w:hAnsi="Times New Roman"/>
          <w:sz w:val="28"/>
          <w:szCs w:val="28"/>
          <w:lang w:eastAsia="ru-RU"/>
        </w:rPr>
        <w:t>– инвентаризационная опись (сличительная ведомость) по объектам нефинансовых активов (</w:t>
      </w:r>
      <w:hyperlink r:id="rId16" w:anchor="/document/140/31321/" w:tooltip="Инвентаризационная опись (сличительная ведомость) по объектам нефинансовых активов (ф. 0504087)" w:history="1">
        <w:r w:rsidRPr="00450F9E">
          <w:rPr>
            <w:rFonts w:ascii="Times New Roman" w:hAnsi="Times New Roman"/>
            <w:sz w:val="28"/>
            <w:szCs w:val="28"/>
            <w:lang w:eastAsia="ru-RU"/>
          </w:rPr>
          <w:t>ф. 0504087</w:t>
        </w:r>
      </w:hyperlink>
      <w:r w:rsidRPr="00450F9E">
        <w:rPr>
          <w:rFonts w:ascii="Times New Roman" w:hAnsi="Times New Roman"/>
          <w:sz w:val="28"/>
          <w:szCs w:val="28"/>
          <w:lang w:eastAsia="ru-RU"/>
        </w:rPr>
        <w:t>);</w:t>
      </w:r>
    </w:p>
    <w:p w:rsidR="00F70A7C" w:rsidRPr="000E4249" w:rsidRDefault="00F70A7C" w:rsidP="00450F9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50F9E">
        <w:rPr>
          <w:rFonts w:ascii="Times New Roman" w:hAnsi="Times New Roman"/>
          <w:sz w:val="28"/>
          <w:szCs w:val="28"/>
          <w:lang w:eastAsia="ru-RU"/>
        </w:rPr>
        <w:t>– инвентаризационная опись наличных денежных средств (</w:t>
      </w:r>
      <w:hyperlink r:id="rId17" w:anchor="/document/140/26299/" w:tooltip="Инвентаризационная опись наличных денежных средств (ф. 0504088)" w:history="1">
        <w:r w:rsidRPr="000E4249">
          <w:rPr>
            <w:rFonts w:ascii="Times New Roman" w:hAnsi="Times New Roman"/>
            <w:sz w:val="28"/>
            <w:szCs w:val="28"/>
            <w:lang w:eastAsia="ru-RU"/>
          </w:rPr>
          <w:t>ф. 0504088</w:t>
        </w:r>
      </w:hyperlink>
      <w:r w:rsidRPr="000E4249">
        <w:rPr>
          <w:rFonts w:ascii="Times New Roman" w:hAnsi="Times New Roman"/>
          <w:sz w:val="28"/>
          <w:szCs w:val="28"/>
          <w:lang w:eastAsia="ru-RU"/>
        </w:rPr>
        <w:t>);</w:t>
      </w:r>
    </w:p>
    <w:p w:rsidR="00F70A7C" w:rsidRPr="000E4249" w:rsidRDefault="00F70A7C" w:rsidP="00450F9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E4249">
        <w:rPr>
          <w:rFonts w:ascii="Times New Roman" w:hAnsi="Times New Roman"/>
          <w:sz w:val="28"/>
          <w:szCs w:val="28"/>
          <w:lang w:eastAsia="ru-RU"/>
        </w:rPr>
        <w:t>– инвентаризационная опись расчетов с покупателями, поставщиками и прочими дебиторами и кредиторами (</w:t>
      </w:r>
      <w:hyperlink r:id="rId18" w:anchor="/document/140/26300/" w:tooltip="Инвентаризационная опись расчетов с покупателями, поставщиками и прочими дебиторами и кредиторами (ф. 0504089)" w:history="1">
        <w:r w:rsidRPr="000E4249">
          <w:rPr>
            <w:rFonts w:ascii="Times New Roman" w:hAnsi="Times New Roman"/>
            <w:sz w:val="28"/>
            <w:szCs w:val="28"/>
            <w:lang w:eastAsia="ru-RU"/>
          </w:rPr>
          <w:t>ф. 0504089</w:t>
        </w:r>
      </w:hyperlink>
      <w:r w:rsidRPr="000E4249">
        <w:rPr>
          <w:rFonts w:ascii="Times New Roman" w:hAnsi="Times New Roman"/>
          <w:sz w:val="28"/>
          <w:szCs w:val="28"/>
          <w:lang w:eastAsia="ru-RU"/>
        </w:rPr>
        <w:t>);</w:t>
      </w:r>
    </w:p>
    <w:p w:rsidR="00F70A7C" w:rsidRPr="000E4249" w:rsidRDefault="00F70A7C" w:rsidP="00450F9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E4249">
        <w:rPr>
          <w:rFonts w:ascii="Times New Roman" w:hAnsi="Times New Roman"/>
          <w:sz w:val="28"/>
          <w:szCs w:val="28"/>
          <w:lang w:eastAsia="ru-RU"/>
        </w:rPr>
        <w:t>– инвентаризационная опись расчетов по поступлениям (</w:t>
      </w:r>
      <w:hyperlink r:id="rId19" w:anchor="/document/140/26301/" w:tooltip="Инвентаризационная опись расчетов по поступлениям (ф. 0504091)" w:history="1">
        <w:r w:rsidRPr="000E4249">
          <w:rPr>
            <w:rFonts w:ascii="Times New Roman" w:hAnsi="Times New Roman"/>
            <w:sz w:val="28"/>
            <w:szCs w:val="28"/>
            <w:lang w:eastAsia="ru-RU"/>
          </w:rPr>
          <w:t>ф. 0504091</w:t>
        </w:r>
      </w:hyperlink>
      <w:r w:rsidRPr="000E4249">
        <w:rPr>
          <w:rFonts w:ascii="Times New Roman" w:hAnsi="Times New Roman"/>
          <w:sz w:val="28"/>
          <w:szCs w:val="28"/>
          <w:lang w:eastAsia="ru-RU"/>
        </w:rPr>
        <w:t>);</w:t>
      </w:r>
    </w:p>
    <w:p w:rsidR="00F70A7C" w:rsidRPr="000E4249" w:rsidRDefault="00F70A7C" w:rsidP="00450F9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E4249">
        <w:rPr>
          <w:rFonts w:ascii="Times New Roman" w:hAnsi="Times New Roman"/>
          <w:sz w:val="28"/>
          <w:szCs w:val="28"/>
          <w:lang w:eastAsia="ru-RU"/>
        </w:rPr>
        <w:t>– ведомость расхождений по результатам инвентаризации (</w:t>
      </w:r>
      <w:hyperlink r:id="rId20" w:anchor="/document/140/31326/" w:tooltip="Ведомость расхождений по результатам инвентаризации (ф. 0504092)" w:history="1">
        <w:r w:rsidRPr="000E4249">
          <w:rPr>
            <w:rFonts w:ascii="Times New Roman" w:hAnsi="Times New Roman"/>
            <w:sz w:val="28"/>
            <w:szCs w:val="28"/>
            <w:lang w:eastAsia="ru-RU"/>
          </w:rPr>
          <w:t>ф. 0504092</w:t>
        </w:r>
      </w:hyperlink>
      <w:r w:rsidRPr="000E4249">
        <w:rPr>
          <w:rFonts w:ascii="Times New Roman" w:hAnsi="Times New Roman"/>
          <w:sz w:val="28"/>
          <w:szCs w:val="28"/>
          <w:lang w:eastAsia="ru-RU"/>
        </w:rPr>
        <w:t>);</w:t>
      </w:r>
    </w:p>
    <w:p w:rsidR="00F70A7C" w:rsidRPr="000E4249" w:rsidRDefault="00F70A7C" w:rsidP="00450F9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E4249">
        <w:rPr>
          <w:rFonts w:ascii="Times New Roman" w:hAnsi="Times New Roman"/>
          <w:sz w:val="28"/>
          <w:szCs w:val="28"/>
          <w:lang w:eastAsia="ru-RU"/>
        </w:rPr>
        <w:t>– акт о результатах инвентаризации (</w:t>
      </w:r>
      <w:hyperlink r:id="rId21" w:anchor="/document/140/31280/" w:tooltip="Акт о результатах инвентаризации (ф. 0504835)" w:history="1">
        <w:r w:rsidRPr="000E4249">
          <w:rPr>
            <w:rFonts w:ascii="Times New Roman" w:hAnsi="Times New Roman"/>
            <w:sz w:val="28"/>
            <w:szCs w:val="28"/>
            <w:lang w:eastAsia="ru-RU"/>
          </w:rPr>
          <w:t>ф. 0504835</w:t>
        </w:r>
      </w:hyperlink>
      <w:r w:rsidRPr="000E4249">
        <w:rPr>
          <w:rFonts w:ascii="Times New Roman" w:hAnsi="Times New Roman"/>
          <w:sz w:val="28"/>
          <w:szCs w:val="28"/>
          <w:lang w:eastAsia="ru-RU"/>
        </w:rPr>
        <w:t>);</w:t>
      </w:r>
    </w:p>
    <w:p w:rsidR="00F70A7C" w:rsidRPr="00450F9E" w:rsidRDefault="00F70A7C" w:rsidP="00450F9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50F9E">
        <w:rPr>
          <w:rFonts w:ascii="Times New Roman" w:hAnsi="Times New Roman"/>
          <w:sz w:val="28"/>
          <w:szCs w:val="28"/>
          <w:lang w:eastAsia="ru-RU"/>
        </w:rPr>
        <w:t xml:space="preserve">Формы заполняют в порядке, установленном </w:t>
      </w:r>
      <w:hyperlink r:id="rId22" w:anchor="/document/99/420266549/ZA00MAO2N0/" w:history="1">
        <w:r>
          <w:rPr>
            <w:rFonts w:ascii="Times New Roman" w:hAnsi="Times New Roman"/>
            <w:sz w:val="28"/>
            <w:szCs w:val="28"/>
            <w:lang w:eastAsia="ru-RU"/>
          </w:rPr>
          <w:t>П</w:t>
        </w:r>
        <w:r w:rsidRPr="00450F9E">
          <w:rPr>
            <w:rFonts w:ascii="Times New Roman" w:hAnsi="Times New Roman"/>
            <w:sz w:val="28"/>
            <w:szCs w:val="28"/>
            <w:lang w:eastAsia="ru-RU"/>
          </w:rPr>
          <w:t>риказом № 52н</w:t>
        </w:r>
      </w:hyperlink>
      <w:r w:rsidRPr="00450F9E">
        <w:rPr>
          <w:rFonts w:ascii="Times New Roman" w:hAnsi="Times New Roman"/>
          <w:sz w:val="28"/>
          <w:szCs w:val="28"/>
          <w:lang w:eastAsia="ru-RU"/>
        </w:rPr>
        <w:t>.</w:t>
      </w:r>
    </w:p>
    <w:p w:rsidR="00F70A7C" w:rsidRPr="00450F9E" w:rsidRDefault="00F70A7C" w:rsidP="00450F9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50F9E">
        <w:rPr>
          <w:rFonts w:ascii="Times New Roman" w:hAnsi="Times New Roman"/>
          <w:sz w:val="28"/>
          <w:szCs w:val="28"/>
          <w:lang w:eastAsia="ru-RU"/>
        </w:rPr>
        <w:t xml:space="preserve"> 2.9. Инвентаризационная комиссия обеспечивает полноту и точность внесения в описи данных о фактических остатках основных средств, нематериальных активов, материальных запасов и другого имущества, денежных средств, финансовых активов и обязательств, </w:t>
      </w:r>
      <w:r w:rsidRPr="00450F9E">
        <w:rPr>
          <w:rFonts w:ascii="Times New Roman" w:hAnsi="Times New Roman"/>
          <w:sz w:val="28"/>
          <w:szCs w:val="28"/>
          <w:lang w:eastAsia="ru-RU"/>
        </w:rPr>
        <w:br/>
        <w:t>правильность и своевременность оформления материалов инвентаризации. Также комиссия обеспечивает внесение в описи обнаруженных признаков обесценения актива.</w:t>
      </w:r>
    </w:p>
    <w:p w:rsidR="00F70A7C" w:rsidRPr="00450F9E" w:rsidRDefault="00F70A7C" w:rsidP="00450F9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50F9E">
        <w:rPr>
          <w:rFonts w:ascii="Times New Roman" w:hAnsi="Times New Roman"/>
          <w:sz w:val="28"/>
          <w:szCs w:val="28"/>
          <w:lang w:eastAsia="ru-RU"/>
        </w:rPr>
        <w:t> 2.10. Если инвентаризация проводится в течение нескольких дней, то помещения, где хранятся материальные ценности, при уходе инвентаризационной комиссии должны быть опечатаны. Во время перерывов в работе инвентаризационных комиссий (в обеденный перерыв, в ночное время, по другим причинам) описи должны храниться в ящике (шкафу,</w:t>
      </w:r>
      <w:r w:rsidRPr="00450F9E">
        <w:rPr>
          <w:rFonts w:ascii="Times New Roman" w:hAnsi="Times New Roman"/>
          <w:sz w:val="28"/>
          <w:szCs w:val="28"/>
          <w:lang w:eastAsia="ru-RU"/>
        </w:rPr>
        <w:br/>
        <w:t>сейфе) в закрытом помещении, где проводится инвентаризация.</w:t>
      </w:r>
    </w:p>
    <w:p w:rsidR="00F70A7C" w:rsidRPr="00450F9E" w:rsidRDefault="00F70A7C" w:rsidP="00450F9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50F9E">
        <w:rPr>
          <w:rFonts w:ascii="Times New Roman" w:hAnsi="Times New Roman"/>
          <w:sz w:val="28"/>
          <w:szCs w:val="28"/>
          <w:lang w:eastAsia="ru-RU"/>
        </w:rPr>
        <w:t xml:space="preserve"> 2.11. </w:t>
      </w:r>
      <w:r>
        <w:rPr>
          <w:rFonts w:ascii="Times New Roman" w:hAnsi="Times New Roman"/>
          <w:sz w:val="28"/>
          <w:szCs w:val="28"/>
          <w:lang w:eastAsia="ru-RU"/>
        </w:rPr>
        <w:t>При</w:t>
      </w:r>
      <w:r w:rsidRPr="00450F9E">
        <w:rPr>
          <w:rFonts w:ascii="Times New Roman" w:hAnsi="Times New Roman"/>
          <w:sz w:val="28"/>
          <w:szCs w:val="28"/>
          <w:lang w:eastAsia="ru-RU"/>
        </w:rPr>
        <w:t xml:space="preserve"> обнаруж</w:t>
      </w:r>
      <w:r>
        <w:rPr>
          <w:rFonts w:ascii="Times New Roman" w:hAnsi="Times New Roman"/>
          <w:sz w:val="28"/>
          <w:szCs w:val="28"/>
          <w:lang w:eastAsia="ru-RU"/>
        </w:rPr>
        <w:t>ении</w:t>
      </w:r>
      <w:r w:rsidRPr="00450F9E">
        <w:rPr>
          <w:rFonts w:ascii="Times New Roman" w:hAnsi="Times New Roman"/>
          <w:sz w:val="28"/>
          <w:szCs w:val="28"/>
          <w:lang w:eastAsia="ru-RU"/>
        </w:rPr>
        <w:t xml:space="preserve"> после инвентаризации ошиб</w:t>
      </w:r>
      <w:r>
        <w:rPr>
          <w:rFonts w:ascii="Times New Roman" w:hAnsi="Times New Roman"/>
          <w:sz w:val="28"/>
          <w:szCs w:val="28"/>
          <w:lang w:eastAsia="ru-RU"/>
        </w:rPr>
        <w:t xml:space="preserve">ок в описях, ответственные лица </w:t>
      </w:r>
      <w:r w:rsidRPr="00450F9E">
        <w:rPr>
          <w:rFonts w:ascii="Times New Roman" w:hAnsi="Times New Roman"/>
          <w:sz w:val="28"/>
          <w:szCs w:val="28"/>
          <w:lang w:eastAsia="ru-RU"/>
        </w:rPr>
        <w:t>должны немедленно заявить об этом председателю инвентаризационной комиссии.</w:t>
      </w:r>
    </w:p>
    <w:p w:rsidR="00F70A7C" w:rsidRDefault="00F70A7C" w:rsidP="00450F9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50F9E">
        <w:rPr>
          <w:rFonts w:ascii="Times New Roman" w:hAnsi="Times New Roman"/>
          <w:sz w:val="28"/>
          <w:szCs w:val="28"/>
          <w:lang w:eastAsia="ru-RU"/>
        </w:rPr>
        <w:t>Инвентаризационная комиссия осуществляет проверку указанных фактов и в случае их подтверждения производит исправление выявленных ошибок в установленном порядке.</w:t>
      </w:r>
    </w:p>
    <w:p w:rsidR="00F70A7C" w:rsidRPr="00450F9E" w:rsidRDefault="00F70A7C" w:rsidP="00450F9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50F9E">
        <w:rPr>
          <w:rFonts w:ascii="Times New Roman" w:hAnsi="Times New Roman"/>
          <w:b/>
          <w:bCs/>
          <w:sz w:val="28"/>
          <w:szCs w:val="28"/>
          <w:lang w:eastAsia="ru-RU"/>
        </w:rPr>
        <w:t>3. Особенности инвентаризации отдельных видов имущества, финансовых активов, обязательств и финансовых результатов</w:t>
      </w:r>
    </w:p>
    <w:p w:rsidR="00F70A7C" w:rsidRPr="00450F9E" w:rsidRDefault="00F70A7C" w:rsidP="00450F9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50F9E">
        <w:rPr>
          <w:rFonts w:ascii="Times New Roman" w:hAnsi="Times New Roman"/>
          <w:sz w:val="28"/>
          <w:szCs w:val="28"/>
          <w:lang w:eastAsia="ru-RU"/>
        </w:rPr>
        <w:t xml:space="preserve"> 3.1. Инвентаризация основных средств проводится один раз в год перед составлением годовой бухгалтерской отчетности. </w:t>
      </w:r>
    </w:p>
    <w:p w:rsidR="00F70A7C" w:rsidRPr="00450F9E" w:rsidRDefault="00F70A7C" w:rsidP="00450F9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50F9E">
        <w:rPr>
          <w:rFonts w:ascii="Times New Roman" w:hAnsi="Times New Roman"/>
          <w:sz w:val="28"/>
          <w:szCs w:val="28"/>
          <w:lang w:eastAsia="ru-RU"/>
        </w:rPr>
        <w:t>Инвентаризации подлежат основные средства на балансовых счетах 101.00 «Основные средства», на забалансовом счете 01 «Имущество, полученное в пользование».</w:t>
      </w:r>
    </w:p>
    <w:p w:rsidR="00F70A7C" w:rsidRPr="00450F9E" w:rsidRDefault="00F70A7C" w:rsidP="00450F9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50F9E">
        <w:rPr>
          <w:rFonts w:ascii="Times New Roman" w:hAnsi="Times New Roman"/>
          <w:sz w:val="28"/>
          <w:szCs w:val="28"/>
          <w:lang w:eastAsia="ru-RU"/>
        </w:rPr>
        <w:t>Основные средства, которые временно отсутствуют (находятся у подрядчика на ремонте, у сотрудников в командировке и т. д.), инвентаризируются по документам и регистрам до момента выбытия.</w:t>
      </w:r>
    </w:p>
    <w:p w:rsidR="00F70A7C" w:rsidRPr="00450F9E" w:rsidRDefault="00F70A7C" w:rsidP="00450F9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50F9E">
        <w:rPr>
          <w:rFonts w:ascii="Times New Roman" w:hAnsi="Times New Roman"/>
          <w:sz w:val="28"/>
          <w:szCs w:val="28"/>
          <w:lang w:eastAsia="ru-RU"/>
        </w:rPr>
        <w:t>Перед инвентаризацией комиссия проверяет:</w:t>
      </w:r>
    </w:p>
    <w:p w:rsidR="00F70A7C" w:rsidRPr="00450F9E" w:rsidRDefault="00F70A7C" w:rsidP="00450F9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50F9E">
        <w:rPr>
          <w:rFonts w:ascii="Times New Roman" w:hAnsi="Times New Roman"/>
          <w:sz w:val="28"/>
          <w:szCs w:val="28"/>
          <w:lang w:eastAsia="ru-RU"/>
        </w:rPr>
        <w:t>– есть ли инвентарные карточки, книги и описи на основные средства, как они заполнены;</w:t>
      </w:r>
    </w:p>
    <w:p w:rsidR="00F70A7C" w:rsidRPr="00450F9E" w:rsidRDefault="00F70A7C" w:rsidP="00450F9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50F9E">
        <w:rPr>
          <w:rFonts w:ascii="Times New Roman" w:hAnsi="Times New Roman"/>
          <w:sz w:val="28"/>
          <w:szCs w:val="28"/>
          <w:lang w:eastAsia="ru-RU"/>
        </w:rPr>
        <w:t>– состояние техпаспортов и других технических документов;</w:t>
      </w:r>
    </w:p>
    <w:p w:rsidR="00F70A7C" w:rsidRPr="00450F9E" w:rsidRDefault="00F70A7C" w:rsidP="00450F9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50F9E">
        <w:rPr>
          <w:rFonts w:ascii="Times New Roman" w:hAnsi="Times New Roman"/>
          <w:sz w:val="28"/>
          <w:szCs w:val="28"/>
          <w:lang w:eastAsia="ru-RU"/>
        </w:rPr>
        <w:t>– документы о государственной регистрации объектов;</w:t>
      </w:r>
    </w:p>
    <w:p w:rsidR="00F70A7C" w:rsidRPr="00450F9E" w:rsidRDefault="00F70A7C" w:rsidP="00450F9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50F9E">
        <w:rPr>
          <w:rFonts w:ascii="Times New Roman" w:hAnsi="Times New Roman"/>
          <w:sz w:val="28"/>
          <w:szCs w:val="28"/>
          <w:lang w:eastAsia="ru-RU"/>
        </w:rPr>
        <w:t>– документы на основные средства, которые приняли или сдали на хранение и в аренду.</w:t>
      </w:r>
    </w:p>
    <w:p w:rsidR="00F70A7C" w:rsidRPr="00450F9E" w:rsidRDefault="00F70A7C" w:rsidP="00450F9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50F9E">
        <w:rPr>
          <w:rFonts w:ascii="Times New Roman" w:hAnsi="Times New Roman"/>
          <w:sz w:val="28"/>
          <w:szCs w:val="28"/>
          <w:lang w:eastAsia="ru-RU"/>
        </w:rPr>
        <w:t xml:space="preserve">При отсутствии документов комиссия должна обеспечить их получение или оформление. </w:t>
      </w:r>
    </w:p>
    <w:p w:rsidR="00F70A7C" w:rsidRPr="00450F9E" w:rsidRDefault="00F70A7C" w:rsidP="00450F9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50F9E">
        <w:rPr>
          <w:rFonts w:ascii="Times New Roman" w:hAnsi="Times New Roman"/>
          <w:sz w:val="28"/>
          <w:szCs w:val="28"/>
          <w:lang w:eastAsia="ru-RU"/>
        </w:rPr>
        <w:t>При обнаружении расхождений и неточностей в регистрах бухгалтерского учета или технической документации следует внести соответствующие исправления и уточнения.</w:t>
      </w:r>
    </w:p>
    <w:p w:rsidR="00F70A7C" w:rsidRPr="00450F9E" w:rsidRDefault="00F70A7C" w:rsidP="00450F9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50F9E">
        <w:rPr>
          <w:rFonts w:ascii="Times New Roman" w:hAnsi="Times New Roman"/>
          <w:sz w:val="28"/>
          <w:szCs w:val="28"/>
          <w:lang w:eastAsia="ru-RU"/>
        </w:rPr>
        <w:t>В ходе инвентаризации комиссия проверяет:</w:t>
      </w:r>
    </w:p>
    <w:p w:rsidR="00F70A7C" w:rsidRPr="00450F9E" w:rsidRDefault="00F70A7C" w:rsidP="00450F9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50F9E">
        <w:rPr>
          <w:rFonts w:ascii="Times New Roman" w:hAnsi="Times New Roman"/>
          <w:sz w:val="28"/>
          <w:szCs w:val="28"/>
          <w:lang w:eastAsia="ru-RU"/>
        </w:rPr>
        <w:t>– фактическое наличие объектов основных средств, эксплуатируются ли они по назначению;</w:t>
      </w:r>
    </w:p>
    <w:p w:rsidR="00F70A7C" w:rsidRPr="00450F9E" w:rsidRDefault="00F70A7C" w:rsidP="00450F9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50F9E">
        <w:rPr>
          <w:rFonts w:ascii="Times New Roman" w:hAnsi="Times New Roman"/>
          <w:sz w:val="28"/>
          <w:szCs w:val="28"/>
          <w:lang w:eastAsia="ru-RU"/>
        </w:rPr>
        <w:t>– физическое состояние объектов основных средств: рабочее, поломка, износ, порча и т. д.</w:t>
      </w:r>
    </w:p>
    <w:p w:rsidR="00F70A7C" w:rsidRPr="00450F9E" w:rsidRDefault="00F70A7C" w:rsidP="00450F9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50F9E">
        <w:rPr>
          <w:rFonts w:ascii="Times New Roman" w:hAnsi="Times New Roman"/>
          <w:sz w:val="28"/>
          <w:szCs w:val="28"/>
          <w:lang w:eastAsia="ru-RU"/>
        </w:rPr>
        <w:t>Данные об эксплуатации и физическом состоянии комиссия указывает в инвентаризационной описи (</w:t>
      </w:r>
      <w:hyperlink r:id="rId23" w:anchor="/document/140/31321/" w:tooltip="Инвентаризационная опись (сличительная ведомость) по объектам нефинансовых активов (ф. 0504087)" w:history="1">
        <w:r w:rsidRPr="00450F9E">
          <w:rPr>
            <w:rFonts w:ascii="Times New Roman" w:hAnsi="Times New Roman"/>
            <w:sz w:val="28"/>
            <w:szCs w:val="28"/>
            <w:lang w:eastAsia="ru-RU"/>
          </w:rPr>
          <w:t>ф. 0504087</w:t>
        </w:r>
      </w:hyperlink>
      <w:r w:rsidRPr="00450F9E">
        <w:rPr>
          <w:rFonts w:ascii="Times New Roman" w:hAnsi="Times New Roman"/>
          <w:sz w:val="28"/>
          <w:szCs w:val="28"/>
          <w:lang w:eastAsia="ru-RU"/>
        </w:rPr>
        <w:t>). Графы 8 и 9 инвентаризационной описи по НФА комиссия заполняет следующим образом.</w:t>
      </w:r>
    </w:p>
    <w:p w:rsidR="00F70A7C" w:rsidRDefault="00F70A7C" w:rsidP="00450F9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50F9E">
        <w:rPr>
          <w:rFonts w:ascii="Times New Roman" w:hAnsi="Times New Roman"/>
          <w:sz w:val="28"/>
          <w:szCs w:val="28"/>
          <w:lang w:eastAsia="ru-RU"/>
        </w:rPr>
        <w:t>В графе 8 «Статус объекта учета» указываются коды статусов:</w:t>
      </w:r>
    </w:p>
    <w:p w:rsidR="00F70A7C" w:rsidRDefault="00F70A7C" w:rsidP="00450F9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000001 – в запасе (для использования);</w:t>
      </w:r>
    </w:p>
    <w:p w:rsidR="00F70A7C" w:rsidRDefault="00F70A7C" w:rsidP="00450F9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000002 – в запасе (на хранении);</w:t>
      </w:r>
    </w:p>
    <w:p w:rsidR="00F70A7C" w:rsidRDefault="00F70A7C" w:rsidP="00450F9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000003 – в эксплуатации;</w:t>
      </w:r>
    </w:p>
    <w:p w:rsidR="00F70A7C" w:rsidRDefault="00F70A7C" w:rsidP="00450F9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000004 – истек срок хранения;</w:t>
      </w:r>
    </w:p>
    <w:p w:rsidR="00F70A7C" w:rsidRDefault="00F70A7C" w:rsidP="00450F9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000005 – находится на консервации;</w:t>
      </w:r>
    </w:p>
    <w:p w:rsidR="00F70A7C" w:rsidRDefault="00F70A7C" w:rsidP="00450F9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000006 – не введен в эксплуатацию;</w:t>
      </w:r>
    </w:p>
    <w:p w:rsidR="00F70A7C" w:rsidRDefault="00F70A7C" w:rsidP="00450F9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000007 – не соответствует требованиям эксплуатации;</w:t>
      </w:r>
    </w:p>
    <w:p w:rsidR="00F70A7C" w:rsidRDefault="00F70A7C" w:rsidP="00450F9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000008 – ненадлежащего качества;</w:t>
      </w:r>
    </w:p>
    <w:p w:rsidR="00F70A7C" w:rsidRDefault="00F70A7C" w:rsidP="00450F9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000009 – объект законсервирован;</w:t>
      </w:r>
    </w:p>
    <w:p w:rsidR="00F70A7C" w:rsidRDefault="00F70A7C" w:rsidP="00450F9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000010 – передается в собственность иному публично-правовому;</w:t>
      </w:r>
    </w:p>
    <w:p w:rsidR="00F70A7C" w:rsidRDefault="00F70A7C" w:rsidP="00450F9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000011 – поврежден;</w:t>
      </w:r>
    </w:p>
    <w:p w:rsidR="00F70A7C" w:rsidRDefault="00F70A7C" w:rsidP="000E424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000012 – строительство (приобретение) ведется;</w:t>
      </w:r>
    </w:p>
    <w:p w:rsidR="00F70A7C" w:rsidRDefault="00F70A7C" w:rsidP="000E424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000013 – строительство приостановлено без консервации;</w:t>
      </w:r>
    </w:p>
    <w:p w:rsidR="00F70A7C" w:rsidRPr="00450F9E" w:rsidRDefault="00F70A7C" w:rsidP="000E424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000014 – требуется ремонт.</w:t>
      </w:r>
    </w:p>
    <w:p w:rsidR="00F70A7C" w:rsidRDefault="00F70A7C" w:rsidP="00450F9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50F9E">
        <w:rPr>
          <w:rFonts w:ascii="Times New Roman" w:hAnsi="Times New Roman"/>
          <w:sz w:val="28"/>
          <w:szCs w:val="28"/>
          <w:lang w:eastAsia="ru-RU"/>
        </w:rPr>
        <w:t>В графе 9 «Целевая функция актива» указываются коды функции:</w:t>
      </w:r>
    </w:p>
    <w:p w:rsidR="00F70A7C" w:rsidRDefault="00F70A7C" w:rsidP="00450F9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000001 – введение в эксплуатацию;</w:t>
      </w:r>
    </w:p>
    <w:p w:rsidR="00F70A7C" w:rsidRDefault="00F70A7C" w:rsidP="00450F9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000002 – дооснащение (дооборудование);</w:t>
      </w:r>
    </w:p>
    <w:p w:rsidR="00F70A7C" w:rsidRDefault="00F70A7C" w:rsidP="00450F9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000003 – завершение строительства (реконструкции);</w:t>
      </w:r>
    </w:p>
    <w:p w:rsidR="00F70A7C" w:rsidRDefault="00F70A7C" w:rsidP="00450F9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000004 – использовать;</w:t>
      </w:r>
    </w:p>
    <w:p w:rsidR="00F70A7C" w:rsidRDefault="00F70A7C" w:rsidP="00450F9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000005 – консервация объекта;</w:t>
      </w:r>
    </w:p>
    <w:p w:rsidR="00F70A7C" w:rsidRDefault="00F70A7C" w:rsidP="00450F9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000006 – консервация объекта незавершенного строительства;</w:t>
      </w:r>
    </w:p>
    <w:p w:rsidR="00F70A7C" w:rsidRDefault="00F70A7C" w:rsidP="00450F9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000007 – передача объекта незавершенного строительства;</w:t>
      </w:r>
    </w:p>
    <w:p w:rsidR="00F70A7C" w:rsidRDefault="00F70A7C" w:rsidP="00450F9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000008 – приватизация объекта незавершенного строительства;</w:t>
      </w:r>
    </w:p>
    <w:p w:rsidR="00F70A7C" w:rsidRDefault="00F70A7C" w:rsidP="00450F9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000009 – продолжить хранение;</w:t>
      </w:r>
    </w:p>
    <w:p w:rsidR="00F70A7C" w:rsidRDefault="00F70A7C" w:rsidP="00450F9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000010 – ремонт;</w:t>
      </w:r>
    </w:p>
    <w:p w:rsidR="00F70A7C" w:rsidRDefault="00F70A7C" w:rsidP="00450F9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000011 – списание;</w:t>
      </w:r>
    </w:p>
    <w:p w:rsidR="00F70A7C" w:rsidRPr="00450F9E" w:rsidRDefault="00F70A7C" w:rsidP="00450F9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000012 – утилизация.</w:t>
      </w:r>
    </w:p>
    <w:p w:rsidR="00F70A7C" w:rsidRPr="00450F9E" w:rsidRDefault="00F70A7C" w:rsidP="005B7DA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3.2</w:t>
      </w:r>
      <w:r w:rsidRPr="00450F9E">
        <w:rPr>
          <w:rFonts w:ascii="Times New Roman" w:hAnsi="Times New Roman"/>
          <w:sz w:val="28"/>
          <w:szCs w:val="28"/>
          <w:lang w:eastAsia="ru-RU"/>
        </w:rPr>
        <w:t xml:space="preserve">. Материальные запасы комиссия проверяет по каждому  </w:t>
      </w:r>
      <w:r>
        <w:rPr>
          <w:rFonts w:ascii="Times New Roman" w:hAnsi="Times New Roman"/>
          <w:sz w:val="28"/>
          <w:szCs w:val="28"/>
          <w:lang w:eastAsia="ru-RU"/>
        </w:rPr>
        <w:t xml:space="preserve">материально-ответственному лицу, по </w:t>
      </w:r>
      <w:r w:rsidRPr="00450F9E">
        <w:rPr>
          <w:rFonts w:ascii="Times New Roman" w:hAnsi="Times New Roman"/>
          <w:sz w:val="28"/>
          <w:szCs w:val="28"/>
          <w:lang w:eastAsia="ru-RU"/>
        </w:rPr>
        <w:t>денежны</w:t>
      </w:r>
      <w:r>
        <w:rPr>
          <w:rFonts w:ascii="Times New Roman" w:hAnsi="Times New Roman"/>
          <w:sz w:val="28"/>
          <w:szCs w:val="28"/>
          <w:lang w:eastAsia="ru-RU"/>
        </w:rPr>
        <w:t>м</w:t>
      </w:r>
      <w:r w:rsidRPr="00450F9E">
        <w:rPr>
          <w:rFonts w:ascii="Times New Roman" w:hAnsi="Times New Roman"/>
          <w:sz w:val="28"/>
          <w:szCs w:val="28"/>
          <w:lang w:eastAsia="ru-RU"/>
        </w:rPr>
        <w:t xml:space="preserve"> средств</w:t>
      </w:r>
      <w:r>
        <w:rPr>
          <w:rFonts w:ascii="Times New Roman" w:hAnsi="Times New Roman"/>
          <w:sz w:val="28"/>
          <w:szCs w:val="28"/>
          <w:lang w:eastAsia="ru-RU"/>
        </w:rPr>
        <w:t>ам</w:t>
      </w:r>
      <w:r w:rsidRPr="00450F9E">
        <w:rPr>
          <w:rFonts w:ascii="Times New Roman" w:hAnsi="Times New Roman"/>
          <w:sz w:val="28"/>
          <w:szCs w:val="28"/>
          <w:lang w:eastAsia="ru-RU"/>
        </w:rPr>
        <w:t xml:space="preserve"> комиссия сверяет остатки на счете 202.11 с выписками из лицевых счетов.</w:t>
      </w:r>
    </w:p>
    <w:p w:rsidR="00F70A7C" w:rsidRPr="00450F9E" w:rsidRDefault="00F70A7C" w:rsidP="00450F9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3.3</w:t>
      </w:r>
      <w:r w:rsidRPr="00450F9E">
        <w:rPr>
          <w:rFonts w:ascii="Times New Roman" w:hAnsi="Times New Roman"/>
          <w:sz w:val="28"/>
          <w:szCs w:val="28"/>
          <w:lang w:eastAsia="ru-RU"/>
        </w:rPr>
        <w:t>. Инвентаризации подлежат:</w:t>
      </w:r>
    </w:p>
    <w:p w:rsidR="00F70A7C" w:rsidRPr="00450F9E" w:rsidRDefault="00F70A7C" w:rsidP="00450F9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50F9E">
        <w:rPr>
          <w:rFonts w:ascii="Times New Roman" w:hAnsi="Times New Roman"/>
          <w:sz w:val="28"/>
          <w:szCs w:val="28"/>
          <w:lang w:eastAsia="ru-RU"/>
        </w:rPr>
        <w:t>– наличные деньги;</w:t>
      </w:r>
    </w:p>
    <w:p w:rsidR="00F70A7C" w:rsidRPr="00450F9E" w:rsidRDefault="00F70A7C" w:rsidP="00450F9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– бланки строгой отчетности.</w:t>
      </w:r>
    </w:p>
    <w:p w:rsidR="00F70A7C" w:rsidRPr="00450F9E" w:rsidRDefault="00F70A7C" w:rsidP="00450F9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50F9E">
        <w:rPr>
          <w:rFonts w:ascii="Times New Roman" w:hAnsi="Times New Roman"/>
          <w:sz w:val="28"/>
          <w:szCs w:val="28"/>
          <w:lang w:eastAsia="ru-RU"/>
        </w:rPr>
        <w:t>Инвентаризация наличных денежных средств, денежных документов и бланков строгой отчетности производится путем полного (полистного) пересчета. При проверке бланков строгой отчетности комиссия фиксирует начальные и конечные номера бланков.</w:t>
      </w:r>
    </w:p>
    <w:p w:rsidR="00F70A7C" w:rsidRPr="00450F9E" w:rsidRDefault="00F70A7C" w:rsidP="00450F9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50F9E">
        <w:rPr>
          <w:rFonts w:ascii="Times New Roman" w:hAnsi="Times New Roman"/>
          <w:sz w:val="28"/>
          <w:szCs w:val="28"/>
          <w:lang w:eastAsia="ru-RU"/>
        </w:rPr>
        <w:t>В ходе инвентаризации кассы комиссия:</w:t>
      </w:r>
    </w:p>
    <w:p w:rsidR="00F70A7C" w:rsidRDefault="00F70A7C" w:rsidP="00450F9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50F9E">
        <w:rPr>
          <w:rFonts w:ascii="Times New Roman" w:hAnsi="Times New Roman"/>
          <w:sz w:val="28"/>
          <w:szCs w:val="28"/>
          <w:lang w:eastAsia="ru-RU"/>
        </w:rPr>
        <w:t>– проверяет кассовую книгу, отчеты кассира, приходные и расходные кассовые ордера, журнал регистрации приходных и расходных кассовых ордеров, доверенности на получение денег и другие документы кассовой дисциплины;</w:t>
      </w:r>
    </w:p>
    <w:p w:rsidR="00F70A7C" w:rsidRPr="00450F9E" w:rsidRDefault="00F70A7C" w:rsidP="00450F9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50F9E">
        <w:rPr>
          <w:rFonts w:ascii="Times New Roman" w:hAnsi="Times New Roman"/>
          <w:sz w:val="28"/>
          <w:szCs w:val="28"/>
          <w:lang w:eastAsia="ru-RU"/>
        </w:rPr>
        <w:t>– сверяет суммы, оприходованные в кассу, с суммами, списанными с лицевого (расчетного) счета;</w:t>
      </w:r>
    </w:p>
    <w:p w:rsidR="00F70A7C" w:rsidRPr="00450F9E" w:rsidRDefault="00F70A7C" w:rsidP="00450F9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50F9E">
        <w:rPr>
          <w:rFonts w:ascii="Times New Roman" w:hAnsi="Times New Roman"/>
          <w:sz w:val="28"/>
          <w:szCs w:val="28"/>
          <w:lang w:eastAsia="ru-RU"/>
        </w:rPr>
        <w:t>– проверяет соблюдение кассиром лимита остатка наличных денежных средств.</w:t>
      </w:r>
    </w:p>
    <w:p w:rsidR="00F70A7C" w:rsidRPr="00450F9E" w:rsidRDefault="00F70A7C" w:rsidP="00450F9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50F9E">
        <w:rPr>
          <w:rFonts w:ascii="Times New Roman" w:hAnsi="Times New Roman"/>
          <w:sz w:val="28"/>
          <w:szCs w:val="28"/>
          <w:lang w:eastAsia="ru-RU"/>
        </w:rPr>
        <w:t> 3.</w:t>
      </w:r>
      <w:r>
        <w:rPr>
          <w:rFonts w:ascii="Times New Roman" w:hAnsi="Times New Roman"/>
          <w:sz w:val="28"/>
          <w:szCs w:val="28"/>
          <w:lang w:eastAsia="ru-RU"/>
        </w:rPr>
        <w:t>4</w:t>
      </w:r>
      <w:r w:rsidRPr="00450F9E">
        <w:rPr>
          <w:rFonts w:ascii="Times New Roman" w:hAnsi="Times New Roman"/>
          <w:sz w:val="28"/>
          <w:szCs w:val="28"/>
          <w:lang w:eastAsia="ru-RU"/>
        </w:rPr>
        <w:t>. Инвентаризацию расчетов с дебиторами и кредиторами комиссия проводит с учетом следующих особенностей:</w:t>
      </w:r>
    </w:p>
    <w:p w:rsidR="00F70A7C" w:rsidRPr="00450F9E" w:rsidRDefault="00F70A7C" w:rsidP="00450F9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50F9E">
        <w:rPr>
          <w:rFonts w:ascii="Times New Roman" w:hAnsi="Times New Roman"/>
          <w:sz w:val="28"/>
          <w:szCs w:val="28"/>
          <w:lang w:eastAsia="ru-RU"/>
        </w:rPr>
        <w:t>– определяет сроки возникновения задолженности;</w:t>
      </w:r>
    </w:p>
    <w:p w:rsidR="00F70A7C" w:rsidRPr="00450F9E" w:rsidRDefault="00F70A7C" w:rsidP="00450F9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50F9E">
        <w:rPr>
          <w:rFonts w:ascii="Times New Roman" w:hAnsi="Times New Roman"/>
          <w:sz w:val="28"/>
          <w:szCs w:val="28"/>
          <w:lang w:eastAsia="ru-RU"/>
        </w:rPr>
        <w:t>– сверяет данные бухучета с суммами в актах сверки с покупателями (заказчиками) и поставщиками (исполнителями, подрядчиками), а также с бюджетом и внебюджетными фондами – по налогам и взносам;</w:t>
      </w:r>
    </w:p>
    <w:p w:rsidR="00F70A7C" w:rsidRPr="00450F9E" w:rsidRDefault="00F70A7C" w:rsidP="00450F9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50F9E">
        <w:rPr>
          <w:rFonts w:ascii="Times New Roman" w:hAnsi="Times New Roman"/>
          <w:sz w:val="28"/>
          <w:szCs w:val="28"/>
          <w:lang w:eastAsia="ru-RU"/>
        </w:rPr>
        <w:t>– проверяет обоснованность задолженности по недостачам, хищениям и ущербам.</w:t>
      </w:r>
    </w:p>
    <w:p w:rsidR="00F70A7C" w:rsidRPr="00450F9E" w:rsidRDefault="00F70A7C" w:rsidP="00450F9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50F9E">
        <w:rPr>
          <w:rFonts w:ascii="Times New Roman" w:hAnsi="Times New Roman"/>
          <w:sz w:val="28"/>
          <w:szCs w:val="28"/>
          <w:lang w:eastAsia="ru-RU"/>
        </w:rPr>
        <w:t> 3.</w:t>
      </w:r>
      <w:r>
        <w:rPr>
          <w:rFonts w:ascii="Times New Roman" w:hAnsi="Times New Roman"/>
          <w:sz w:val="28"/>
          <w:szCs w:val="28"/>
          <w:lang w:eastAsia="ru-RU"/>
        </w:rPr>
        <w:t>5</w:t>
      </w:r>
      <w:r w:rsidRPr="00450F9E">
        <w:rPr>
          <w:rFonts w:ascii="Times New Roman" w:hAnsi="Times New Roman"/>
          <w:sz w:val="28"/>
          <w:szCs w:val="28"/>
          <w:lang w:eastAsia="ru-RU"/>
        </w:rPr>
        <w:t>. При инвентаризации расходов будущих периодов комиссия проверяет:</w:t>
      </w:r>
    </w:p>
    <w:p w:rsidR="00F70A7C" w:rsidRPr="00450F9E" w:rsidRDefault="00F70A7C" w:rsidP="00450F9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50F9E">
        <w:rPr>
          <w:rFonts w:ascii="Times New Roman" w:hAnsi="Times New Roman"/>
          <w:sz w:val="28"/>
          <w:szCs w:val="28"/>
          <w:lang w:eastAsia="ru-RU"/>
        </w:rPr>
        <w:t>– суммы расходов из документов, подтверждающих расходы будущих периодов, – счетов, актов, договоров, накладных;</w:t>
      </w:r>
    </w:p>
    <w:p w:rsidR="00F70A7C" w:rsidRPr="00450F9E" w:rsidRDefault="00F70A7C" w:rsidP="00450F9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50F9E">
        <w:rPr>
          <w:rFonts w:ascii="Times New Roman" w:hAnsi="Times New Roman"/>
          <w:sz w:val="28"/>
          <w:szCs w:val="28"/>
          <w:lang w:eastAsia="ru-RU"/>
        </w:rPr>
        <w:t>– соответствие периода учета расходов периоду, который установлен в учетной политике;</w:t>
      </w:r>
    </w:p>
    <w:p w:rsidR="00F70A7C" w:rsidRPr="00450F9E" w:rsidRDefault="00F70A7C" w:rsidP="00450F9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50F9E">
        <w:rPr>
          <w:rFonts w:ascii="Times New Roman" w:hAnsi="Times New Roman"/>
          <w:sz w:val="28"/>
          <w:szCs w:val="28"/>
          <w:lang w:eastAsia="ru-RU"/>
        </w:rPr>
        <w:t>– правильность сумм, списываемых на расходы текущего года.</w:t>
      </w:r>
    </w:p>
    <w:p w:rsidR="00F70A7C" w:rsidRPr="00450F9E" w:rsidRDefault="00F70A7C" w:rsidP="00450F9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50F9E">
        <w:rPr>
          <w:rFonts w:ascii="Times New Roman" w:hAnsi="Times New Roman"/>
          <w:sz w:val="28"/>
          <w:szCs w:val="28"/>
          <w:lang w:eastAsia="ru-RU"/>
        </w:rPr>
        <w:t> 3.</w:t>
      </w:r>
      <w:r>
        <w:rPr>
          <w:rFonts w:ascii="Times New Roman" w:hAnsi="Times New Roman"/>
          <w:sz w:val="28"/>
          <w:szCs w:val="28"/>
          <w:lang w:eastAsia="ru-RU"/>
        </w:rPr>
        <w:t>6</w:t>
      </w:r>
      <w:r w:rsidRPr="00450F9E">
        <w:rPr>
          <w:rFonts w:ascii="Times New Roman" w:hAnsi="Times New Roman"/>
          <w:sz w:val="28"/>
          <w:szCs w:val="28"/>
          <w:lang w:eastAsia="ru-RU"/>
        </w:rPr>
        <w:t>. При инвентаризации резервов предстоящих расходов комиссия проверяет правильность их расчета и обоснованность создания.</w:t>
      </w:r>
    </w:p>
    <w:p w:rsidR="00F70A7C" w:rsidRPr="00450F9E" w:rsidRDefault="00F70A7C" w:rsidP="00450F9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50F9E">
        <w:rPr>
          <w:rFonts w:ascii="Times New Roman" w:hAnsi="Times New Roman"/>
          <w:sz w:val="28"/>
          <w:szCs w:val="28"/>
          <w:lang w:eastAsia="ru-RU"/>
        </w:rPr>
        <w:t>В части резерва по сомнительным долгам проверяется обоснованность сумм, которые не погашены в установленные договорами сроки и не обеспечены соответствующими гарантиями.</w:t>
      </w:r>
    </w:p>
    <w:p w:rsidR="00F70A7C" w:rsidRDefault="00F70A7C" w:rsidP="00450F9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50F9E">
        <w:rPr>
          <w:rFonts w:ascii="Times New Roman" w:hAnsi="Times New Roman"/>
          <w:sz w:val="28"/>
          <w:szCs w:val="28"/>
          <w:lang w:eastAsia="ru-RU"/>
        </w:rPr>
        <w:t>В части резерва на оплату отпусков проверяются:</w:t>
      </w:r>
    </w:p>
    <w:p w:rsidR="00F70A7C" w:rsidRDefault="00F70A7C" w:rsidP="00450F9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50F9E">
        <w:rPr>
          <w:rFonts w:ascii="Times New Roman" w:hAnsi="Times New Roman"/>
          <w:sz w:val="28"/>
          <w:szCs w:val="28"/>
          <w:lang w:eastAsia="ru-RU"/>
        </w:rPr>
        <w:t>– количество дней неиспользованного отпуска;</w:t>
      </w:r>
    </w:p>
    <w:p w:rsidR="00F70A7C" w:rsidRDefault="00F70A7C" w:rsidP="00450F9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50F9E">
        <w:rPr>
          <w:rFonts w:ascii="Times New Roman" w:hAnsi="Times New Roman"/>
          <w:sz w:val="28"/>
          <w:szCs w:val="28"/>
          <w:lang w:eastAsia="ru-RU"/>
        </w:rPr>
        <w:t>– среднедневная сумма расходов на оплату труда;</w:t>
      </w:r>
    </w:p>
    <w:p w:rsidR="00F70A7C" w:rsidRPr="00450F9E" w:rsidRDefault="00F70A7C" w:rsidP="00450F9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50F9E">
        <w:rPr>
          <w:rFonts w:ascii="Times New Roman" w:hAnsi="Times New Roman"/>
          <w:sz w:val="28"/>
          <w:szCs w:val="28"/>
          <w:lang w:eastAsia="ru-RU"/>
        </w:rPr>
        <w:t>– сумма</w:t>
      </w:r>
      <w:r>
        <w:rPr>
          <w:rFonts w:ascii="Times New Roman" w:hAnsi="Times New Roman"/>
          <w:sz w:val="28"/>
          <w:szCs w:val="28"/>
          <w:lang w:eastAsia="ru-RU"/>
        </w:rPr>
        <w:t xml:space="preserve">   </w:t>
      </w:r>
      <w:r w:rsidRPr="00450F9E">
        <w:rPr>
          <w:rFonts w:ascii="Times New Roman" w:hAnsi="Times New Roman"/>
          <w:sz w:val="28"/>
          <w:szCs w:val="28"/>
          <w:lang w:eastAsia="ru-RU"/>
        </w:rPr>
        <w:t xml:space="preserve"> отчислений </w:t>
      </w:r>
      <w:r>
        <w:rPr>
          <w:rFonts w:ascii="Times New Roman" w:hAnsi="Times New Roman"/>
          <w:sz w:val="28"/>
          <w:szCs w:val="28"/>
          <w:lang w:eastAsia="ru-RU"/>
        </w:rPr>
        <w:t xml:space="preserve">   </w:t>
      </w:r>
      <w:r w:rsidRPr="00450F9E">
        <w:rPr>
          <w:rFonts w:ascii="Times New Roman" w:hAnsi="Times New Roman"/>
          <w:sz w:val="28"/>
          <w:szCs w:val="28"/>
          <w:lang w:eastAsia="ru-RU"/>
        </w:rPr>
        <w:t xml:space="preserve">на </w:t>
      </w:r>
      <w:r>
        <w:rPr>
          <w:rFonts w:ascii="Times New Roman" w:hAnsi="Times New Roman"/>
          <w:sz w:val="28"/>
          <w:szCs w:val="28"/>
          <w:lang w:eastAsia="ru-RU"/>
        </w:rPr>
        <w:t xml:space="preserve">  </w:t>
      </w:r>
      <w:r w:rsidRPr="00450F9E">
        <w:rPr>
          <w:rFonts w:ascii="Times New Roman" w:hAnsi="Times New Roman"/>
          <w:sz w:val="28"/>
          <w:szCs w:val="28"/>
          <w:lang w:eastAsia="ru-RU"/>
        </w:rPr>
        <w:t xml:space="preserve">обязательное </w:t>
      </w:r>
      <w:r>
        <w:rPr>
          <w:rFonts w:ascii="Times New Roman" w:hAnsi="Times New Roman"/>
          <w:sz w:val="28"/>
          <w:szCs w:val="28"/>
          <w:lang w:eastAsia="ru-RU"/>
        </w:rPr>
        <w:t xml:space="preserve">  </w:t>
      </w:r>
      <w:r w:rsidRPr="00450F9E">
        <w:rPr>
          <w:rFonts w:ascii="Times New Roman" w:hAnsi="Times New Roman"/>
          <w:sz w:val="28"/>
          <w:szCs w:val="28"/>
          <w:lang w:eastAsia="ru-RU"/>
        </w:rPr>
        <w:t xml:space="preserve">пенсионное, </w:t>
      </w:r>
      <w:r>
        <w:rPr>
          <w:rFonts w:ascii="Times New Roman" w:hAnsi="Times New Roman"/>
          <w:sz w:val="28"/>
          <w:szCs w:val="28"/>
          <w:lang w:eastAsia="ru-RU"/>
        </w:rPr>
        <w:t xml:space="preserve">     </w:t>
      </w:r>
      <w:r w:rsidRPr="00450F9E">
        <w:rPr>
          <w:rFonts w:ascii="Times New Roman" w:hAnsi="Times New Roman"/>
          <w:sz w:val="28"/>
          <w:szCs w:val="28"/>
          <w:lang w:eastAsia="ru-RU"/>
        </w:rPr>
        <w:t>социальное, медицинское страхование и на страхование от несчастных случаев и профзаболеваний.</w:t>
      </w:r>
    </w:p>
    <w:p w:rsidR="00F70A7C" w:rsidRDefault="00F70A7C" w:rsidP="00450F9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50F9E">
        <w:rPr>
          <w:rFonts w:ascii="Times New Roman" w:hAnsi="Times New Roman"/>
          <w:sz w:val="28"/>
          <w:szCs w:val="28"/>
          <w:lang w:eastAsia="ru-RU"/>
        </w:rPr>
        <w:t>При инвентаризации, проводимой перед годовой отчетностью, проверяется обоснованность наличия остатков.</w:t>
      </w:r>
    </w:p>
    <w:p w:rsidR="00F70A7C" w:rsidRPr="00450F9E" w:rsidRDefault="00F70A7C" w:rsidP="00FE4066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450F9E">
        <w:rPr>
          <w:rFonts w:ascii="Times New Roman" w:hAnsi="Times New Roman"/>
          <w:b/>
          <w:bCs/>
          <w:sz w:val="28"/>
          <w:szCs w:val="28"/>
          <w:lang w:eastAsia="ru-RU"/>
        </w:rPr>
        <w:t>4. Оформление результатов инвентаризации</w:t>
      </w:r>
    </w:p>
    <w:p w:rsidR="00F70A7C" w:rsidRPr="00450F9E" w:rsidRDefault="00F70A7C" w:rsidP="00450F9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50F9E">
        <w:rPr>
          <w:rFonts w:ascii="Times New Roman" w:hAnsi="Times New Roman"/>
          <w:sz w:val="28"/>
          <w:szCs w:val="28"/>
          <w:lang w:eastAsia="ru-RU"/>
        </w:rPr>
        <w:t xml:space="preserve"> 4.1. Правильно оформленные инвентаризационной комиссией и подписанные всеми ее членами и ответственными лицами инвентаризационные описи (сличительные ведомости), акты о результатах инвентаризации передаются в </w:t>
      </w:r>
      <w:r>
        <w:rPr>
          <w:rFonts w:ascii="Times New Roman" w:hAnsi="Times New Roman"/>
          <w:sz w:val="28"/>
          <w:szCs w:val="28"/>
          <w:lang w:eastAsia="ru-RU"/>
        </w:rPr>
        <w:t>Бухгалтерию</w:t>
      </w:r>
      <w:r w:rsidRPr="00450F9E">
        <w:rPr>
          <w:rFonts w:ascii="Times New Roman" w:hAnsi="Times New Roman"/>
          <w:sz w:val="28"/>
          <w:szCs w:val="28"/>
          <w:lang w:eastAsia="ru-RU"/>
        </w:rPr>
        <w:t xml:space="preserve"> для выверки данных фактического наличия имущественно-материальных и других ценностей, финансовых активов и обязательств с данными бухгалтерского учета.</w:t>
      </w:r>
    </w:p>
    <w:p w:rsidR="00F70A7C" w:rsidRPr="00450F9E" w:rsidRDefault="00F70A7C" w:rsidP="00450F9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50F9E">
        <w:rPr>
          <w:rFonts w:ascii="Times New Roman" w:hAnsi="Times New Roman"/>
          <w:sz w:val="28"/>
          <w:szCs w:val="28"/>
          <w:lang w:eastAsia="ru-RU"/>
        </w:rPr>
        <w:t>4.2. Выявленные расхождения в инвентаризационных описях (сличительных ведомостях) обобщаются в ведомости расхождений по результатам инвентаризации (</w:t>
      </w:r>
      <w:hyperlink r:id="rId24" w:anchor="/document/140/31326/" w:tooltip="Ведомость расхождений по результатам инвентаризации" w:history="1">
        <w:r w:rsidRPr="00450F9E">
          <w:rPr>
            <w:rFonts w:ascii="Times New Roman" w:hAnsi="Times New Roman"/>
            <w:sz w:val="28"/>
            <w:szCs w:val="28"/>
            <w:lang w:eastAsia="ru-RU"/>
          </w:rPr>
          <w:t>ф. 0504092</w:t>
        </w:r>
      </w:hyperlink>
      <w:r w:rsidRPr="00450F9E">
        <w:rPr>
          <w:rFonts w:ascii="Times New Roman" w:hAnsi="Times New Roman"/>
          <w:sz w:val="28"/>
          <w:szCs w:val="28"/>
          <w:lang w:eastAsia="ru-RU"/>
        </w:rPr>
        <w:t>). В этом случае она будет приложением к акту о результатах инвентаризации (</w:t>
      </w:r>
      <w:hyperlink r:id="rId25" w:anchor="/document/140/31280/" w:tooltip="Акт о результатах инвентаризации" w:history="1">
        <w:r w:rsidRPr="00450F9E">
          <w:rPr>
            <w:rFonts w:ascii="Times New Roman" w:hAnsi="Times New Roman"/>
            <w:sz w:val="28"/>
            <w:szCs w:val="28"/>
            <w:lang w:eastAsia="ru-RU"/>
          </w:rPr>
          <w:t>ф. 0504835</w:t>
        </w:r>
      </w:hyperlink>
      <w:r w:rsidRPr="00450F9E">
        <w:rPr>
          <w:rFonts w:ascii="Times New Roman" w:hAnsi="Times New Roman"/>
          <w:sz w:val="28"/>
          <w:szCs w:val="28"/>
          <w:lang w:eastAsia="ru-RU"/>
        </w:rPr>
        <w:t>). Акт подписывается всеми членами инвентаризационной комиссии и утверждается</w:t>
      </w:r>
      <w:r>
        <w:rPr>
          <w:rFonts w:ascii="Times New Roman" w:hAnsi="Times New Roman"/>
          <w:sz w:val="28"/>
          <w:szCs w:val="28"/>
          <w:lang w:eastAsia="ru-RU"/>
        </w:rPr>
        <w:t xml:space="preserve"> Р</w:t>
      </w:r>
      <w:r w:rsidRPr="00450F9E">
        <w:rPr>
          <w:rFonts w:ascii="Times New Roman" w:hAnsi="Times New Roman"/>
          <w:sz w:val="28"/>
          <w:szCs w:val="28"/>
          <w:lang w:eastAsia="ru-RU"/>
        </w:rPr>
        <w:t xml:space="preserve">уководителем </w:t>
      </w:r>
      <w:r>
        <w:rPr>
          <w:rFonts w:ascii="Times New Roman" w:hAnsi="Times New Roman"/>
          <w:sz w:val="28"/>
          <w:szCs w:val="28"/>
          <w:lang w:eastAsia="ru-RU"/>
        </w:rPr>
        <w:t>департамента</w:t>
      </w:r>
      <w:r w:rsidRPr="00450F9E">
        <w:rPr>
          <w:rFonts w:ascii="Times New Roman" w:hAnsi="Times New Roman"/>
          <w:sz w:val="28"/>
          <w:szCs w:val="28"/>
          <w:lang w:eastAsia="ru-RU"/>
        </w:rPr>
        <w:t>.</w:t>
      </w:r>
    </w:p>
    <w:p w:rsidR="00F70A7C" w:rsidRPr="00450F9E" w:rsidRDefault="00F70A7C" w:rsidP="00450F9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50F9E">
        <w:rPr>
          <w:rFonts w:ascii="Times New Roman" w:hAnsi="Times New Roman"/>
          <w:sz w:val="28"/>
          <w:szCs w:val="28"/>
          <w:lang w:eastAsia="ru-RU"/>
        </w:rPr>
        <w:t> 4.3. После завершения инвентаризации выявленные расхождения (неучтенные объекты, недостачи) должны быть отражены в бухгалтерском учете, а при необходимости материалы направлены в судебные органы для предъявления гражданского иска.</w:t>
      </w:r>
    </w:p>
    <w:p w:rsidR="00F70A7C" w:rsidRPr="00450F9E" w:rsidRDefault="00F70A7C" w:rsidP="00450F9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50F9E">
        <w:rPr>
          <w:rFonts w:ascii="Times New Roman" w:hAnsi="Times New Roman"/>
          <w:sz w:val="28"/>
          <w:szCs w:val="28"/>
          <w:lang w:eastAsia="ru-RU"/>
        </w:rPr>
        <w:t> 4.4. Результаты инвентаризации отражаются в бухгалтерском учете и отчетности того месяца, в котором была закончена инвентаризация, а по годовой инвентаризации – в годовом бухгалтерском отчете.</w:t>
      </w:r>
    </w:p>
    <w:p w:rsidR="00F70A7C" w:rsidRDefault="00F70A7C" w:rsidP="00450F9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50F9E">
        <w:rPr>
          <w:rFonts w:ascii="Times New Roman" w:hAnsi="Times New Roman"/>
          <w:sz w:val="28"/>
          <w:szCs w:val="28"/>
          <w:lang w:eastAsia="ru-RU"/>
        </w:rPr>
        <w:t xml:space="preserve"> 4.5. На суммы выявленных излишков, недостач основных средств, нематериальных активов, материальных запасов инвентаризационная комиссия требует объяснение с ответственного лица по причинам расхождений с данными </w:t>
      </w:r>
      <w:r>
        <w:rPr>
          <w:rFonts w:ascii="Times New Roman" w:hAnsi="Times New Roman"/>
          <w:sz w:val="28"/>
          <w:szCs w:val="28"/>
          <w:lang w:eastAsia="ru-RU"/>
        </w:rPr>
        <w:t>бухгалтерского учета. Распоряжением Р</w:t>
      </w:r>
      <w:r w:rsidRPr="00450F9E">
        <w:rPr>
          <w:rFonts w:ascii="Times New Roman" w:hAnsi="Times New Roman"/>
          <w:sz w:val="28"/>
          <w:szCs w:val="28"/>
          <w:lang w:eastAsia="ru-RU"/>
        </w:rPr>
        <w:t>уководителя</w:t>
      </w:r>
      <w:r>
        <w:rPr>
          <w:rFonts w:ascii="Times New Roman" w:hAnsi="Times New Roman"/>
          <w:sz w:val="28"/>
          <w:szCs w:val="28"/>
          <w:lang w:eastAsia="ru-RU"/>
        </w:rPr>
        <w:t xml:space="preserve"> Администрации</w:t>
      </w:r>
      <w:r w:rsidRPr="00450F9E">
        <w:rPr>
          <w:rFonts w:ascii="Times New Roman" w:hAnsi="Times New Roman"/>
          <w:sz w:val="28"/>
          <w:szCs w:val="28"/>
          <w:lang w:eastAsia="ru-RU"/>
        </w:rPr>
        <w:t xml:space="preserve"> создается комиссия для проведения внутреннего служебного расследования для выявления виновного лица, допустившего возникновение несохранности доверенных ему материальных ценностей.</w:t>
      </w:r>
    </w:p>
    <w:p w:rsidR="00F70A7C" w:rsidRPr="007B1E74" w:rsidRDefault="00F70A7C" w:rsidP="00450F9E">
      <w:pPr>
        <w:tabs>
          <w:tab w:val="left" w:pos="916"/>
        </w:tabs>
        <w:rPr>
          <w:rFonts w:ascii="Times New Roman" w:hAnsi="Times New Roman"/>
          <w:sz w:val="28"/>
          <w:szCs w:val="28"/>
        </w:rPr>
      </w:pPr>
    </w:p>
    <w:sectPr w:rsidR="00F70A7C" w:rsidRPr="007B1E74" w:rsidSect="00FE4066">
      <w:headerReference w:type="default" r:id="rId26"/>
      <w:footerReference w:type="default" r:id="rId2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70A7C" w:rsidRDefault="00F70A7C" w:rsidP="007B1E74">
      <w:pPr>
        <w:spacing w:after="0" w:line="240" w:lineRule="auto"/>
      </w:pPr>
      <w:r>
        <w:separator/>
      </w:r>
    </w:p>
  </w:endnote>
  <w:endnote w:type="continuationSeparator" w:id="0">
    <w:p w:rsidR="00F70A7C" w:rsidRDefault="00F70A7C" w:rsidP="007B1E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0A7C" w:rsidRDefault="00F70A7C">
    <w:pPr>
      <w:pStyle w:val="Footer"/>
      <w:jc w:val="center"/>
    </w:pPr>
  </w:p>
  <w:p w:rsidR="00F70A7C" w:rsidRDefault="00F70A7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70A7C" w:rsidRDefault="00F70A7C" w:rsidP="007B1E74">
      <w:pPr>
        <w:spacing w:after="0" w:line="240" w:lineRule="auto"/>
      </w:pPr>
      <w:r>
        <w:separator/>
      </w:r>
    </w:p>
  </w:footnote>
  <w:footnote w:type="continuationSeparator" w:id="0">
    <w:p w:rsidR="00F70A7C" w:rsidRDefault="00F70A7C" w:rsidP="007B1E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0A7C" w:rsidRDefault="00F70A7C">
    <w:pPr>
      <w:pStyle w:val="Header"/>
      <w:jc w:val="center"/>
    </w:pPr>
    <w:fldSimple w:instr=" PAGE   \* MERGEFORMAT ">
      <w:r>
        <w:rPr>
          <w:noProof/>
        </w:rPr>
        <w:t>10</w:t>
      </w:r>
    </w:fldSimple>
  </w:p>
  <w:p w:rsidR="00F70A7C" w:rsidRDefault="00F70A7C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4B75E0"/>
    <w:multiLevelType w:val="multilevel"/>
    <w:tmpl w:val="AF3E4D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30531D0"/>
    <w:multiLevelType w:val="multilevel"/>
    <w:tmpl w:val="6D76EA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27E22BA"/>
    <w:multiLevelType w:val="multilevel"/>
    <w:tmpl w:val="C79AF8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B1E74"/>
    <w:rsid w:val="00006F4E"/>
    <w:rsid w:val="0001198D"/>
    <w:rsid w:val="000427B5"/>
    <w:rsid w:val="000500C2"/>
    <w:rsid w:val="00084689"/>
    <w:rsid w:val="000C1CBC"/>
    <w:rsid w:val="000E4249"/>
    <w:rsid w:val="00126529"/>
    <w:rsid w:val="001D3D15"/>
    <w:rsid w:val="00245ACD"/>
    <w:rsid w:val="0027134D"/>
    <w:rsid w:val="00280040"/>
    <w:rsid w:val="002A1A63"/>
    <w:rsid w:val="003F20A7"/>
    <w:rsid w:val="003F43AE"/>
    <w:rsid w:val="00450F9E"/>
    <w:rsid w:val="004B2CEC"/>
    <w:rsid w:val="004B7BE6"/>
    <w:rsid w:val="004E358E"/>
    <w:rsid w:val="00574A8D"/>
    <w:rsid w:val="005B7DA0"/>
    <w:rsid w:val="005C7431"/>
    <w:rsid w:val="005E35FC"/>
    <w:rsid w:val="005F5EA6"/>
    <w:rsid w:val="00760D08"/>
    <w:rsid w:val="00762694"/>
    <w:rsid w:val="007A348C"/>
    <w:rsid w:val="007B1E74"/>
    <w:rsid w:val="007D2FA0"/>
    <w:rsid w:val="008324E5"/>
    <w:rsid w:val="00842E77"/>
    <w:rsid w:val="0086400C"/>
    <w:rsid w:val="00875113"/>
    <w:rsid w:val="009170D7"/>
    <w:rsid w:val="0092498C"/>
    <w:rsid w:val="00973DD6"/>
    <w:rsid w:val="009B554E"/>
    <w:rsid w:val="00A25BA0"/>
    <w:rsid w:val="00A77408"/>
    <w:rsid w:val="00B112EF"/>
    <w:rsid w:val="00B3548D"/>
    <w:rsid w:val="00B4796F"/>
    <w:rsid w:val="00B63CE2"/>
    <w:rsid w:val="00BE28AE"/>
    <w:rsid w:val="00BF0F5F"/>
    <w:rsid w:val="00C30C3A"/>
    <w:rsid w:val="00C35B5B"/>
    <w:rsid w:val="00CA2E2A"/>
    <w:rsid w:val="00D26F9F"/>
    <w:rsid w:val="00DB3110"/>
    <w:rsid w:val="00E15393"/>
    <w:rsid w:val="00E52654"/>
    <w:rsid w:val="00E92F08"/>
    <w:rsid w:val="00F70A7C"/>
    <w:rsid w:val="00F9428F"/>
    <w:rsid w:val="00FA6B21"/>
    <w:rsid w:val="00FB43E7"/>
    <w:rsid w:val="00FD286C"/>
    <w:rsid w:val="00FE40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1E74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7B1E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7B1E74"/>
    <w:rPr>
      <w:rFonts w:cs="Times New Roman"/>
    </w:rPr>
  </w:style>
  <w:style w:type="paragraph" w:styleId="Footer">
    <w:name w:val="footer"/>
    <w:basedOn w:val="Normal"/>
    <w:link w:val="FooterChar"/>
    <w:uiPriority w:val="99"/>
    <w:rsid w:val="007B1E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7B1E74"/>
    <w:rPr>
      <w:rFonts w:cs="Times New Roman"/>
    </w:rPr>
  </w:style>
  <w:style w:type="table" w:styleId="TableGrid">
    <w:name w:val="Table Grid"/>
    <w:basedOn w:val="TableNormal"/>
    <w:uiPriority w:val="99"/>
    <w:rsid w:val="00FE4066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vip.gosfinansy.ru/" TargetMode="External"/><Relationship Id="rId13" Type="http://schemas.openxmlformats.org/officeDocument/2006/relationships/hyperlink" Target="consultantplus://offline/ref=79D3A6DFDE6C7FBF1EB6B5F2D77E1D6C3C0B459BBED9A634382A35F46A88BAF77C5B62FD5365E2630CP4N" TargetMode="External"/><Relationship Id="rId18" Type="http://schemas.openxmlformats.org/officeDocument/2006/relationships/hyperlink" Target="http://vip.gosfinansy.ru/" TargetMode="External"/><Relationship Id="rId26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openxmlformats.org/officeDocument/2006/relationships/hyperlink" Target="http://vip.gosfinansy.ru/" TargetMode="External"/><Relationship Id="rId7" Type="http://schemas.openxmlformats.org/officeDocument/2006/relationships/hyperlink" Target="http://vip.gosfinansy.ru/" TargetMode="External"/><Relationship Id="rId12" Type="http://schemas.openxmlformats.org/officeDocument/2006/relationships/hyperlink" Target="consultantplus://offline/ref=79D3A6DFDE6C7FBF1EB6B5F2D77E1D6C3C0B459BBED9A634382A35F46A88BAF77C5B62FD5365E0660CP9N" TargetMode="External"/><Relationship Id="rId17" Type="http://schemas.openxmlformats.org/officeDocument/2006/relationships/hyperlink" Target="http://vip.gosfinansy.ru/" TargetMode="External"/><Relationship Id="rId25" Type="http://schemas.openxmlformats.org/officeDocument/2006/relationships/hyperlink" Target="http://vip.gosfinansy.ru/" TargetMode="External"/><Relationship Id="rId2" Type="http://schemas.openxmlformats.org/officeDocument/2006/relationships/styles" Target="styles.xml"/><Relationship Id="rId16" Type="http://schemas.openxmlformats.org/officeDocument/2006/relationships/hyperlink" Target="http://vip.gosfinansy.ru/" TargetMode="External"/><Relationship Id="rId20" Type="http://schemas.openxmlformats.org/officeDocument/2006/relationships/hyperlink" Target="http://vip.gosfinansy.ru/" TargetMode="External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vip.gosfinansy.ru/" TargetMode="External"/><Relationship Id="rId24" Type="http://schemas.openxmlformats.org/officeDocument/2006/relationships/hyperlink" Target="http://vip.gosfinansy.ru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vip.gosfinansy.ru/" TargetMode="External"/><Relationship Id="rId23" Type="http://schemas.openxmlformats.org/officeDocument/2006/relationships/hyperlink" Target="http://vip.gosfinansy.ru/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://vip.gosfinansy.ru/" TargetMode="External"/><Relationship Id="rId19" Type="http://schemas.openxmlformats.org/officeDocument/2006/relationships/hyperlink" Target="http://vip.gosfinansy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vip.gosfinansy.ru/" TargetMode="External"/><Relationship Id="rId14" Type="http://schemas.openxmlformats.org/officeDocument/2006/relationships/hyperlink" Target="consultantplus://offline/ref=79D3A6DFDE6C7FBF1EB6B5F2D77E1D6C3C0B459BBED9A634382A35F46A88BAF77C5B62FD5365E3640CPDN" TargetMode="External"/><Relationship Id="rId22" Type="http://schemas.openxmlformats.org/officeDocument/2006/relationships/hyperlink" Target="http://vip.gosfinansy.ru/" TargetMode="External"/><Relationship Id="rId2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444</TotalTime>
  <Pages>10</Pages>
  <Words>2485</Words>
  <Characters>14165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</dc:creator>
  <cp:keywords/>
  <dc:description/>
  <cp:lastModifiedBy>User</cp:lastModifiedBy>
  <cp:revision>19</cp:revision>
  <cp:lastPrinted>2018-07-18T07:12:00Z</cp:lastPrinted>
  <dcterms:created xsi:type="dcterms:W3CDTF">2018-07-04T11:24:00Z</dcterms:created>
  <dcterms:modified xsi:type="dcterms:W3CDTF">2019-03-05T05:30:00Z</dcterms:modified>
</cp:coreProperties>
</file>